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8849D" w14:textId="77777777" w:rsidR="00E85235" w:rsidRDefault="00E8523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before="120"/>
        <w:jc w:val="center"/>
      </w:pPr>
    </w:p>
    <w:p w14:paraId="3DF45D3B" w14:textId="77777777" w:rsidR="00E85235" w:rsidRDefault="00E8523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BREVET DE TECHNICIEN SUP</w:t>
      </w:r>
      <w:r w:rsidR="00E921F7">
        <w:rPr>
          <w:rFonts w:ascii="Arial" w:hAnsi="Arial" w:cs="Arial"/>
          <w:b/>
          <w:sz w:val="36"/>
          <w:szCs w:val="40"/>
        </w:rPr>
        <w:t>É</w:t>
      </w:r>
      <w:r>
        <w:rPr>
          <w:rFonts w:ascii="Arial" w:hAnsi="Arial" w:cs="Arial"/>
          <w:b/>
          <w:sz w:val="36"/>
        </w:rPr>
        <w:t>RIEUR</w:t>
      </w:r>
    </w:p>
    <w:p w14:paraId="62A968AA" w14:textId="77777777" w:rsidR="00E85235" w:rsidRDefault="00E8523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</w:rPr>
      </w:pPr>
    </w:p>
    <w:p w14:paraId="18211F7F" w14:textId="77777777" w:rsidR="00E85235" w:rsidRDefault="005F031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mallCaps/>
          <w:sz w:val="36"/>
        </w:rPr>
      </w:pPr>
      <w:r>
        <w:rPr>
          <w:rFonts w:ascii="Arial" w:hAnsi="Arial" w:cs="Arial"/>
          <w:b/>
          <w:sz w:val="36"/>
        </w:rPr>
        <w:t>TRAITEMENTS DES MAT</w:t>
      </w:r>
      <w:r w:rsidR="00E921F7">
        <w:rPr>
          <w:rFonts w:ascii="Arial" w:hAnsi="Arial" w:cs="Arial"/>
          <w:b/>
          <w:sz w:val="36"/>
          <w:szCs w:val="40"/>
        </w:rPr>
        <w:t>É</w:t>
      </w:r>
      <w:r>
        <w:rPr>
          <w:rFonts w:ascii="Arial" w:hAnsi="Arial" w:cs="Arial"/>
          <w:b/>
          <w:sz w:val="36"/>
        </w:rPr>
        <w:t>RIAUX</w:t>
      </w:r>
    </w:p>
    <w:p w14:paraId="49C20787" w14:textId="77777777" w:rsidR="00E85235" w:rsidRDefault="00E8523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z w:val="36"/>
        </w:rPr>
      </w:pPr>
    </w:p>
    <w:p w14:paraId="33A7AF51" w14:textId="77777777" w:rsidR="00E85235" w:rsidRDefault="00E85235">
      <w:pPr>
        <w:jc w:val="center"/>
        <w:rPr>
          <w:rFonts w:ascii="Arial" w:hAnsi="Arial" w:cs="Arial"/>
          <w:b/>
          <w:sz w:val="36"/>
        </w:rPr>
      </w:pPr>
    </w:p>
    <w:p w14:paraId="42FD9822" w14:textId="10582B66" w:rsidR="00E85235" w:rsidRDefault="00C64567">
      <w:pPr>
        <w:pStyle w:val="Titre1"/>
        <w:ind w:left="-284"/>
        <w:jc w:val="center"/>
        <w:rPr>
          <w:rFonts w:ascii="Arial" w:hAnsi="Arial" w:cs="Arial"/>
          <w:caps/>
          <w:sz w:val="36"/>
        </w:rPr>
      </w:pPr>
      <w:r>
        <w:rPr>
          <w:rFonts w:ascii="Arial" w:hAnsi="Arial" w:cs="Arial"/>
          <w:caps/>
          <w:sz w:val="36"/>
        </w:rPr>
        <w:t>S</w:t>
      </w:r>
      <w:r w:rsidR="00E85235">
        <w:rPr>
          <w:rFonts w:ascii="Arial" w:hAnsi="Arial" w:cs="Arial"/>
          <w:caps/>
          <w:sz w:val="36"/>
        </w:rPr>
        <w:t xml:space="preserve">CIENCES Physiques </w:t>
      </w:r>
      <w:r w:rsidR="00A72AB8">
        <w:rPr>
          <w:rFonts w:ascii="Arial" w:hAnsi="Arial" w:cs="Arial"/>
          <w:caps/>
          <w:sz w:val="36"/>
        </w:rPr>
        <w:t>APPLIQU</w:t>
      </w:r>
      <w:r w:rsidR="00E921F7">
        <w:rPr>
          <w:rFonts w:ascii="Arial" w:hAnsi="Arial" w:cs="Arial"/>
          <w:sz w:val="36"/>
          <w:szCs w:val="40"/>
        </w:rPr>
        <w:t>É</w:t>
      </w:r>
      <w:r w:rsidR="00A72AB8">
        <w:rPr>
          <w:rFonts w:ascii="Arial" w:hAnsi="Arial" w:cs="Arial"/>
          <w:caps/>
          <w:sz w:val="36"/>
        </w:rPr>
        <w:t>ES</w:t>
      </w:r>
    </w:p>
    <w:p w14:paraId="15C224CC" w14:textId="77777777" w:rsidR="00E85235" w:rsidRDefault="00E85235">
      <w:pPr>
        <w:jc w:val="center"/>
        <w:rPr>
          <w:rFonts w:ascii="Arial" w:hAnsi="Arial" w:cs="Arial"/>
          <w:sz w:val="36"/>
        </w:rPr>
      </w:pPr>
    </w:p>
    <w:p w14:paraId="540A74C8" w14:textId="77777777" w:rsidR="00E85235" w:rsidRDefault="00E85235">
      <w:pPr>
        <w:pStyle w:val="Titre1"/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Sous-épreuve spécifique à chaque option</w:t>
      </w:r>
    </w:p>
    <w:p w14:paraId="302F1238" w14:textId="77777777" w:rsidR="00E85235" w:rsidRDefault="00E85235">
      <w:pPr>
        <w:jc w:val="center"/>
        <w:rPr>
          <w:rFonts w:ascii="Arial" w:hAnsi="Arial" w:cs="Arial"/>
          <w:sz w:val="36"/>
        </w:rPr>
      </w:pPr>
    </w:p>
    <w:p w14:paraId="18DAC7F6" w14:textId="77777777" w:rsidR="00E85235" w:rsidRDefault="00E85235">
      <w:pPr>
        <w:pStyle w:val="Titre1"/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Option B : Traitements de surface</w:t>
      </w:r>
    </w:p>
    <w:p w14:paraId="1C35E523" w14:textId="77777777" w:rsidR="00E85235" w:rsidRDefault="00E85235">
      <w:pPr>
        <w:jc w:val="center"/>
        <w:rPr>
          <w:rFonts w:ascii="Arial" w:hAnsi="Arial" w:cs="Arial"/>
          <w:sz w:val="36"/>
        </w:rPr>
      </w:pPr>
    </w:p>
    <w:p w14:paraId="5AA42F1A" w14:textId="77777777" w:rsidR="00E85235" w:rsidRDefault="00E85235">
      <w:pPr>
        <w:pStyle w:val="Titre1"/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- U4.3B -</w:t>
      </w:r>
    </w:p>
    <w:p w14:paraId="67AFEBE8" w14:textId="77777777" w:rsidR="00E85235" w:rsidRDefault="00E85235">
      <w:pPr>
        <w:jc w:val="center"/>
        <w:rPr>
          <w:rFonts w:ascii="Arial" w:hAnsi="Arial" w:cs="Arial"/>
          <w:b/>
          <w:sz w:val="28"/>
        </w:rPr>
      </w:pPr>
    </w:p>
    <w:p w14:paraId="62FA1FF6" w14:textId="77777777" w:rsidR="00E85235" w:rsidRPr="00527675" w:rsidRDefault="00E85235">
      <w:pPr>
        <w:jc w:val="center"/>
        <w:rPr>
          <w:rFonts w:ascii="Arial" w:hAnsi="Arial" w:cs="Arial"/>
          <w:b/>
          <w:sz w:val="28"/>
        </w:rPr>
      </w:pPr>
    </w:p>
    <w:p w14:paraId="30A903CC" w14:textId="77777777" w:rsidR="00E85235" w:rsidRPr="00527675" w:rsidRDefault="00E85235">
      <w:pPr>
        <w:jc w:val="center"/>
        <w:rPr>
          <w:rFonts w:ascii="Arial" w:hAnsi="Arial" w:cs="Arial"/>
          <w:b/>
          <w:sz w:val="28"/>
        </w:rPr>
      </w:pPr>
    </w:p>
    <w:p w14:paraId="5F03845F" w14:textId="31727BC1" w:rsidR="00E85235" w:rsidRDefault="005F031F">
      <w:pPr>
        <w:pStyle w:val="Titre7"/>
        <w:spacing w:after="120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SESSION 202</w:t>
      </w:r>
      <w:r w:rsidR="008C6F9A">
        <w:rPr>
          <w:rFonts w:ascii="Arial" w:hAnsi="Arial" w:cs="Arial"/>
          <w:sz w:val="28"/>
        </w:rPr>
        <w:t>4</w:t>
      </w:r>
    </w:p>
    <w:p w14:paraId="24FA137E" w14:textId="77777777" w:rsidR="00E85235" w:rsidRPr="00527675" w:rsidRDefault="00E85235">
      <w:pPr>
        <w:jc w:val="center"/>
        <w:rPr>
          <w:rFonts w:ascii="Arial" w:hAnsi="Arial" w:cs="Arial"/>
          <w:sz w:val="28"/>
        </w:rPr>
      </w:pPr>
    </w:p>
    <w:p w14:paraId="28CAA097" w14:textId="77777777" w:rsidR="00E85235" w:rsidRPr="00527675" w:rsidRDefault="00E85235">
      <w:pPr>
        <w:jc w:val="center"/>
        <w:rPr>
          <w:rFonts w:ascii="Arial" w:hAnsi="Arial" w:cs="Arial"/>
          <w:sz w:val="28"/>
        </w:rPr>
      </w:pPr>
    </w:p>
    <w:p w14:paraId="007F9634" w14:textId="41792E7E" w:rsidR="00E85235" w:rsidRDefault="00E85235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</w:t>
      </w:r>
      <w:r w:rsidR="00FC4E74">
        <w:rPr>
          <w:rFonts w:ascii="Arial" w:hAnsi="Arial" w:cs="Arial"/>
          <w:sz w:val="28"/>
        </w:rPr>
        <w:t>urée</w:t>
      </w:r>
      <w:r w:rsidR="00D57913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 xml:space="preserve">: 2 </w:t>
      </w:r>
      <w:r w:rsidR="00FC4E74">
        <w:rPr>
          <w:rFonts w:ascii="Arial" w:hAnsi="Arial" w:cs="Arial"/>
          <w:sz w:val="28"/>
        </w:rPr>
        <w:t>heures</w:t>
      </w:r>
    </w:p>
    <w:p w14:paraId="39B1F819" w14:textId="77777777" w:rsidR="00E85235" w:rsidRDefault="00E85235">
      <w:pPr>
        <w:jc w:val="center"/>
        <w:rPr>
          <w:rFonts w:ascii="Arial" w:hAnsi="Arial" w:cs="Arial"/>
          <w:sz w:val="28"/>
        </w:rPr>
      </w:pPr>
    </w:p>
    <w:p w14:paraId="7B879B31" w14:textId="77777777" w:rsidR="00E85235" w:rsidRDefault="00E85235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</w:t>
      </w:r>
      <w:r w:rsidR="00FC4E74">
        <w:rPr>
          <w:rFonts w:ascii="Arial" w:hAnsi="Arial" w:cs="Arial"/>
          <w:sz w:val="28"/>
        </w:rPr>
        <w:t>oefficient</w:t>
      </w:r>
      <w:r>
        <w:rPr>
          <w:rFonts w:ascii="Arial" w:hAnsi="Arial" w:cs="Arial"/>
          <w:sz w:val="28"/>
        </w:rPr>
        <w:t> : 2</w:t>
      </w:r>
    </w:p>
    <w:p w14:paraId="1C599061" w14:textId="77777777" w:rsidR="00E85235" w:rsidRDefault="00E85235">
      <w:pPr>
        <w:jc w:val="center"/>
        <w:rPr>
          <w:rFonts w:ascii="Arial" w:hAnsi="Arial" w:cs="Arial"/>
          <w:bCs/>
        </w:rPr>
      </w:pPr>
    </w:p>
    <w:p w14:paraId="33048A2B" w14:textId="77777777" w:rsidR="00E85235" w:rsidRDefault="00E85235">
      <w:pPr>
        <w:jc w:val="center"/>
        <w:rPr>
          <w:rFonts w:ascii="Arial" w:hAnsi="Arial" w:cs="Arial"/>
          <w:bCs/>
        </w:rPr>
      </w:pPr>
    </w:p>
    <w:p w14:paraId="50355E8C" w14:textId="77777777" w:rsidR="00E85235" w:rsidRDefault="00E85235">
      <w:pPr>
        <w:jc w:val="center"/>
        <w:rPr>
          <w:rFonts w:ascii="Arial" w:hAnsi="Arial" w:cs="Arial"/>
          <w:bCs/>
        </w:rPr>
      </w:pPr>
    </w:p>
    <w:p w14:paraId="2A791347" w14:textId="77777777" w:rsidR="00E85235" w:rsidRPr="00706E18" w:rsidRDefault="00706E18">
      <w:pPr>
        <w:jc w:val="center"/>
        <w:rPr>
          <w:rFonts w:ascii="Arial" w:hAnsi="Arial" w:cs="Arial"/>
          <w:b/>
          <w:bCs/>
          <w:sz w:val="96"/>
          <w:szCs w:val="96"/>
        </w:rPr>
      </w:pPr>
      <w:r w:rsidRPr="00706E18">
        <w:rPr>
          <w:rFonts w:ascii="Arial" w:hAnsi="Arial" w:cs="Arial"/>
          <w:b/>
          <w:bCs/>
          <w:sz w:val="96"/>
          <w:szCs w:val="96"/>
        </w:rPr>
        <w:t>CORRIG</w:t>
      </w:r>
      <w:r w:rsidR="00527675">
        <w:rPr>
          <w:rFonts w:ascii="Arial" w:hAnsi="Arial" w:cs="Arial"/>
          <w:b/>
          <w:bCs/>
          <w:sz w:val="96"/>
          <w:szCs w:val="96"/>
        </w:rPr>
        <w:t>É</w:t>
      </w:r>
    </w:p>
    <w:p w14:paraId="01E54C49" w14:textId="77777777" w:rsidR="00E85235" w:rsidRDefault="00E85235">
      <w:pPr>
        <w:ind w:firstLine="708"/>
        <w:jc w:val="center"/>
        <w:rPr>
          <w:b/>
          <w:sz w:val="24"/>
          <w:szCs w:val="24"/>
        </w:rPr>
      </w:pPr>
    </w:p>
    <w:p w14:paraId="54AC368E" w14:textId="77777777" w:rsidR="00E85235" w:rsidRDefault="00E85235">
      <w:pPr>
        <w:ind w:firstLine="708"/>
        <w:jc w:val="center"/>
        <w:rPr>
          <w:rFonts w:ascii="Arial" w:hAnsi="Arial" w:cs="Arial"/>
          <w:bCs/>
          <w:sz w:val="24"/>
          <w:szCs w:val="24"/>
        </w:rPr>
      </w:pPr>
    </w:p>
    <w:p w14:paraId="6DB5BB9A" w14:textId="77777777" w:rsidR="00FC4E74" w:rsidRDefault="00FC4E74">
      <w:pPr>
        <w:ind w:firstLine="708"/>
        <w:jc w:val="center"/>
        <w:rPr>
          <w:rFonts w:ascii="Arial" w:hAnsi="Arial" w:cs="Arial"/>
          <w:bCs/>
          <w:sz w:val="24"/>
          <w:szCs w:val="24"/>
        </w:rPr>
      </w:pPr>
    </w:p>
    <w:p w14:paraId="6FEB07DE" w14:textId="77777777" w:rsidR="00FC4E74" w:rsidRDefault="00FC4E74" w:rsidP="00FC4E74">
      <w:pPr>
        <w:ind w:firstLine="708"/>
        <w:rPr>
          <w:rFonts w:ascii="Arial" w:hAnsi="Arial" w:cs="Arial"/>
          <w:bCs/>
          <w:sz w:val="24"/>
          <w:szCs w:val="24"/>
        </w:rPr>
      </w:pPr>
    </w:p>
    <w:p w14:paraId="2699B27B" w14:textId="77777777" w:rsidR="00E85235" w:rsidRDefault="00E85235">
      <w:pPr>
        <w:rPr>
          <w:rFonts w:ascii="Arial" w:hAnsi="Arial" w:cs="Arial"/>
          <w:bCs/>
          <w:sz w:val="24"/>
          <w:szCs w:val="24"/>
        </w:rPr>
      </w:pPr>
    </w:p>
    <w:p w14:paraId="7160E2A3" w14:textId="77777777" w:rsidR="00706E18" w:rsidRDefault="00706E18">
      <w:pPr>
        <w:rPr>
          <w:rFonts w:ascii="Arial" w:hAnsi="Arial" w:cs="Arial"/>
          <w:bCs/>
          <w:sz w:val="24"/>
          <w:szCs w:val="24"/>
        </w:rPr>
      </w:pPr>
    </w:p>
    <w:p w14:paraId="2CE36BC5" w14:textId="77777777" w:rsidR="00706E18" w:rsidRDefault="00706E18">
      <w:pPr>
        <w:rPr>
          <w:rFonts w:ascii="Arial" w:hAnsi="Arial" w:cs="Arial"/>
          <w:bCs/>
          <w:sz w:val="24"/>
          <w:szCs w:val="24"/>
        </w:rPr>
      </w:pPr>
    </w:p>
    <w:p w14:paraId="2BAA356A" w14:textId="77777777" w:rsidR="00706E18" w:rsidRDefault="00706E18">
      <w:pPr>
        <w:rPr>
          <w:rFonts w:ascii="Arial" w:hAnsi="Arial" w:cs="Arial"/>
          <w:bCs/>
          <w:sz w:val="24"/>
          <w:szCs w:val="24"/>
        </w:rPr>
      </w:pPr>
    </w:p>
    <w:p w14:paraId="3BCFFCF9" w14:textId="77777777" w:rsidR="00706E18" w:rsidRDefault="00706E18">
      <w:pPr>
        <w:rPr>
          <w:rFonts w:ascii="Arial" w:hAnsi="Arial" w:cs="Arial"/>
          <w:bCs/>
          <w:sz w:val="24"/>
          <w:szCs w:val="24"/>
        </w:rPr>
      </w:pPr>
    </w:p>
    <w:p w14:paraId="3528B1A7" w14:textId="77777777" w:rsidR="00706E18" w:rsidRDefault="00706E18">
      <w:pPr>
        <w:rPr>
          <w:rFonts w:ascii="Arial" w:hAnsi="Arial" w:cs="Arial"/>
          <w:bCs/>
          <w:sz w:val="24"/>
          <w:szCs w:val="24"/>
        </w:rPr>
      </w:pPr>
    </w:p>
    <w:p w14:paraId="75341B4C" w14:textId="77777777" w:rsidR="00706E18" w:rsidRDefault="00706E18">
      <w:pPr>
        <w:rPr>
          <w:rFonts w:ascii="Arial" w:hAnsi="Arial" w:cs="Arial"/>
          <w:bCs/>
          <w:sz w:val="24"/>
          <w:szCs w:val="24"/>
        </w:rPr>
      </w:pPr>
    </w:p>
    <w:p w14:paraId="6B082553" w14:textId="77777777" w:rsidR="000C252D" w:rsidRDefault="000C252D">
      <w:pPr>
        <w:rPr>
          <w:rFonts w:ascii="Arial" w:hAnsi="Arial" w:cs="Arial"/>
          <w:bCs/>
          <w:sz w:val="24"/>
          <w:szCs w:val="24"/>
        </w:rPr>
      </w:pPr>
    </w:p>
    <w:p w14:paraId="328CBE97" w14:textId="77777777" w:rsidR="00527675" w:rsidRDefault="00527675">
      <w:pPr>
        <w:rPr>
          <w:rFonts w:ascii="Arial" w:hAnsi="Arial" w:cs="Arial"/>
          <w:bCs/>
          <w:sz w:val="24"/>
          <w:szCs w:val="24"/>
        </w:rPr>
      </w:pPr>
    </w:p>
    <w:p w14:paraId="5C786DD0" w14:textId="77777777" w:rsidR="00706E18" w:rsidRDefault="00706E18" w:rsidP="00D57913">
      <w:pPr>
        <w:jc w:val="right"/>
        <w:rPr>
          <w:rFonts w:ascii="Arial" w:hAnsi="Arial" w:cs="Arial"/>
          <w:bCs/>
          <w:sz w:val="24"/>
          <w:szCs w:val="24"/>
        </w:rPr>
      </w:pPr>
    </w:p>
    <w:p w14:paraId="13199EEE" w14:textId="7573FD90" w:rsidR="000C252D" w:rsidRPr="004424A6" w:rsidRDefault="000C252D" w:rsidP="000C252D">
      <w:pPr>
        <w:jc w:val="both"/>
        <w:rPr>
          <w:rFonts w:ascii="Arial" w:hAnsi="Arial" w:cs="Arial"/>
          <w:b/>
          <w:sz w:val="24"/>
          <w:szCs w:val="24"/>
        </w:rPr>
      </w:pPr>
      <w:r w:rsidRPr="004424A6">
        <w:rPr>
          <w:rFonts w:ascii="Arial" w:hAnsi="Arial" w:cs="Arial"/>
          <w:b/>
          <w:sz w:val="24"/>
          <w:szCs w:val="24"/>
        </w:rPr>
        <w:lastRenderedPageBreak/>
        <w:t xml:space="preserve">Exercice 1 – Conception des circuits imprimés (PCB) – </w:t>
      </w:r>
      <w:r w:rsidR="00D94509">
        <w:rPr>
          <w:rFonts w:ascii="Arial" w:hAnsi="Arial" w:cs="Arial"/>
          <w:b/>
          <w:sz w:val="24"/>
          <w:szCs w:val="24"/>
        </w:rPr>
        <w:t>1</w:t>
      </w:r>
      <w:r w:rsidR="005778CA">
        <w:rPr>
          <w:rFonts w:ascii="Arial" w:hAnsi="Arial" w:cs="Arial"/>
          <w:b/>
          <w:sz w:val="24"/>
          <w:szCs w:val="24"/>
        </w:rPr>
        <w:t>2</w:t>
      </w:r>
      <w:r w:rsidR="00D94509" w:rsidRPr="00D94509">
        <w:rPr>
          <w:rFonts w:ascii="Arial" w:hAnsi="Arial" w:cs="Arial"/>
          <w:b/>
          <w:sz w:val="24"/>
          <w:szCs w:val="24"/>
        </w:rPr>
        <w:t>,5</w:t>
      </w:r>
      <w:r w:rsidR="006D3DD4" w:rsidRPr="00D94509">
        <w:rPr>
          <w:rFonts w:ascii="Arial" w:hAnsi="Arial" w:cs="Arial"/>
          <w:b/>
          <w:sz w:val="24"/>
          <w:szCs w:val="24"/>
        </w:rPr>
        <w:t xml:space="preserve"> </w:t>
      </w:r>
      <w:r w:rsidRPr="00D94509">
        <w:rPr>
          <w:rFonts w:ascii="Arial" w:hAnsi="Arial" w:cs="Arial"/>
          <w:b/>
          <w:sz w:val="24"/>
          <w:szCs w:val="24"/>
        </w:rPr>
        <w:t>points.</w:t>
      </w:r>
    </w:p>
    <w:p w14:paraId="58F2C62F" w14:textId="77777777" w:rsidR="000C252D" w:rsidRDefault="000C252D">
      <w:pPr>
        <w:rPr>
          <w:rFonts w:ascii="Arial" w:hAnsi="Arial" w:cs="Arial"/>
          <w:bCs/>
          <w:sz w:val="24"/>
          <w:szCs w:val="24"/>
        </w:rPr>
      </w:pPr>
    </w:p>
    <w:p w14:paraId="74A9DBFA" w14:textId="77777777" w:rsidR="00B04DF6" w:rsidRPr="000C252D" w:rsidRDefault="00B04DF6">
      <w:pPr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3"/>
        <w:gridCol w:w="1538"/>
      </w:tblGrid>
      <w:tr w:rsidR="00B04DF6" w:rsidRPr="001323FC" w14:paraId="2837F294" w14:textId="77777777" w:rsidTr="00826A5C">
        <w:tc>
          <w:tcPr>
            <w:tcW w:w="8433" w:type="dxa"/>
            <w:shd w:val="clear" w:color="auto" w:fill="auto"/>
          </w:tcPr>
          <w:p w14:paraId="3368FD08" w14:textId="7CEFFF97" w:rsidR="00506C0C" w:rsidRPr="00AF7568" w:rsidRDefault="00AF7568" w:rsidP="00AF7568">
            <w:pPr>
              <w:pStyle w:val="Paragraphedeliste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AF7568">
              <w:rPr>
                <w:rFonts w:ascii="Arial" w:hAnsi="Arial" w:cs="Arial"/>
                <w:b/>
                <w:sz w:val="24"/>
                <w:szCs w:val="24"/>
              </w:rPr>
              <w:t>Choix du matériau constituant les pistes</w:t>
            </w:r>
          </w:p>
        </w:tc>
        <w:tc>
          <w:tcPr>
            <w:tcW w:w="1564" w:type="dxa"/>
            <w:shd w:val="clear" w:color="auto" w:fill="auto"/>
          </w:tcPr>
          <w:p w14:paraId="5DBFF572" w14:textId="697D89D9" w:rsidR="00B04DF6" w:rsidRPr="00826A5C" w:rsidRDefault="006C2DD4" w:rsidP="00826A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26A5C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D344D7">
              <w:rPr>
                <w:rFonts w:ascii="Arial" w:hAnsi="Arial" w:cs="Arial"/>
                <w:b/>
                <w:sz w:val="24"/>
                <w:szCs w:val="24"/>
              </w:rPr>
              <w:t>,5</w:t>
            </w:r>
            <w:r w:rsidR="00B04DF6" w:rsidRPr="00826A5C">
              <w:rPr>
                <w:rFonts w:ascii="Arial" w:hAnsi="Arial" w:cs="Arial"/>
                <w:b/>
                <w:sz w:val="24"/>
                <w:szCs w:val="24"/>
              </w:rPr>
              <w:t xml:space="preserve"> points</w:t>
            </w:r>
          </w:p>
        </w:tc>
      </w:tr>
      <w:tr w:rsidR="00506C0C" w:rsidRPr="001323FC" w14:paraId="11439F69" w14:textId="77777777" w:rsidTr="00826A5C">
        <w:tc>
          <w:tcPr>
            <w:tcW w:w="8433" w:type="dxa"/>
            <w:shd w:val="clear" w:color="auto" w:fill="auto"/>
          </w:tcPr>
          <w:p w14:paraId="0561DB48" w14:textId="24DC725D" w:rsidR="00506C0C" w:rsidRPr="00AF7568" w:rsidRDefault="00506C0C" w:rsidP="00AF7568">
            <w:pPr>
              <w:pStyle w:val="Paragraphedeliste"/>
              <w:numPr>
                <w:ilvl w:val="2"/>
                <w:numId w:val="1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AF7568">
              <w:rPr>
                <w:rFonts w:ascii="Arial" w:hAnsi="Arial" w:cs="Arial"/>
                <w:bCs/>
                <w:sz w:val="24"/>
                <w:szCs w:val="24"/>
              </w:rPr>
              <w:t>Corrosion galvanique et corrosion électrolytique.</w:t>
            </w:r>
          </w:p>
          <w:p w14:paraId="1D0B8953" w14:textId="436E881A" w:rsidR="00C64567" w:rsidRPr="001323FC" w:rsidRDefault="00C64567" w:rsidP="001323FC">
            <w:pPr>
              <w:numPr>
                <w:ilvl w:val="2"/>
                <w:numId w:val="1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Règle du gamma ou comparaison des potentiels standard des deux métaux et de celui de H</w:t>
            </w:r>
            <w:r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+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pour dire que H</w:t>
            </w:r>
            <w:r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+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attaque le fer mais pas le cuivre.</w:t>
            </w:r>
          </w:p>
          <w:p w14:paraId="1625FF86" w14:textId="34A21A37" w:rsidR="00506C0C" w:rsidRPr="00C64567" w:rsidRDefault="00506C0C" w:rsidP="001323FC">
            <w:pPr>
              <w:numPr>
                <w:ilvl w:val="2"/>
                <w:numId w:val="1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323FC">
              <w:rPr>
                <w:rFonts w:ascii="Arial" w:hAnsi="Arial" w:cs="Arial"/>
                <w:sz w:val="24"/>
                <w:szCs w:val="24"/>
              </w:rPr>
              <w:t>Schéma du montage à trois électrodes</w:t>
            </w:r>
            <w:r w:rsidR="00C64567">
              <w:rPr>
                <w:rFonts w:ascii="Arial" w:hAnsi="Arial" w:cs="Arial"/>
                <w:sz w:val="24"/>
                <w:szCs w:val="24"/>
              </w:rPr>
              <w:t xml:space="preserve"> avec potentiostat, ampèremètre et voltmètre correctement placés et</w:t>
            </w:r>
            <w:r w:rsidRPr="001323FC">
              <w:rPr>
                <w:rFonts w:ascii="Arial" w:hAnsi="Arial" w:cs="Arial"/>
                <w:sz w:val="24"/>
                <w:szCs w:val="24"/>
              </w:rPr>
              <w:t xml:space="preserve"> électrode</w:t>
            </w:r>
            <w:r w:rsidR="00C64567">
              <w:rPr>
                <w:rFonts w:ascii="Arial" w:hAnsi="Arial" w:cs="Arial"/>
                <w:sz w:val="24"/>
                <w:szCs w:val="24"/>
              </w:rPr>
              <w:t>s</w:t>
            </w:r>
            <w:r w:rsidRPr="001323FC">
              <w:rPr>
                <w:rFonts w:ascii="Arial" w:hAnsi="Arial" w:cs="Arial"/>
                <w:sz w:val="24"/>
                <w:szCs w:val="24"/>
              </w:rPr>
              <w:t xml:space="preserve"> de travail en fer</w:t>
            </w:r>
            <w:r w:rsidR="00C64567">
              <w:rPr>
                <w:rFonts w:ascii="Arial" w:hAnsi="Arial" w:cs="Arial"/>
                <w:sz w:val="24"/>
                <w:szCs w:val="24"/>
              </w:rPr>
              <w:t xml:space="preserve"> et</w:t>
            </w:r>
            <w:r w:rsidRPr="001323FC">
              <w:rPr>
                <w:rFonts w:ascii="Arial" w:hAnsi="Arial" w:cs="Arial"/>
                <w:sz w:val="24"/>
                <w:szCs w:val="24"/>
              </w:rPr>
              <w:t xml:space="preserve"> de référence au calomel saturé (ECS) et contre-électrode en platine.</w:t>
            </w:r>
          </w:p>
          <w:p w14:paraId="49D4901D" w14:textId="7DCEFFD9" w:rsidR="00C64567" w:rsidRPr="00177ED3" w:rsidRDefault="00177ED3" w:rsidP="001323FC">
            <w:pPr>
              <w:numPr>
                <w:ilvl w:val="2"/>
                <w:numId w:val="1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Oxydation du fer et réduction de l’eau en milieu acide correctement placées.</w:t>
            </w:r>
          </w:p>
          <w:p w14:paraId="093A29C3" w14:textId="4E1003A6" w:rsidR="00177ED3" w:rsidRPr="00177ED3" w:rsidRDefault="00177ED3" w:rsidP="00177ED3">
            <w:pPr>
              <w:ind w:left="72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Potentiel mixte correctement placé et nommé</w:t>
            </w:r>
            <w:r w:rsidR="00AE152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A0A97F" w14:textId="230AF1F3" w:rsidR="00177ED3" w:rsidRDefault="00177ED3" w:rsidP="00177ED3">
            <w:pPr>
              <w:numPr>
                <w:ilvl w:val="2"/>
                <w:numId w:val="1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Tracé des branches de Tafel </w:t>
            </w:r>
            <w:r w:rsidR="00AE1529">
              <w:rPr>
                <w:rFonts w:ascii="Arial" w:hAnsi="Arial" w:cs="Arial"/>
                <w:bCs/>
                <w:sz w:val="24"/>
                <w:szCs w:val="24"/>
              </w:rPr>
              <w:t>mettant</w:t>
            </w:r>
            <w:r w:rsidR="00E04E2C">
              <w:rPr>
                <w:rFonts w:ascii="Arial" w:hAnsi="Arial" w:cs="Arial"/>
                <w:bCs/>
                <w:sz w:val="24"/>
                <w:szCs w:val="24"/>
              </w:rPr>
              <w:t xml:space="preserve"> en évidence l’abscisse </w:t>
            </w:r>
            <w:r w:rsidR="00A9138F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="00E04E2C" w:rsidRPr="00A9138F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E</w:t>
            </w:r>
            <w:r w:rsidR="00E04E2C" w:rsidRPr="00A9138F">
              <w:rPr>
                <w:rFonts w:ascii="Arial" w:hAnsi="Arial" w:cs="Arial"/>
                <w:bCs/>
                <w:sz w:val="24"/>
                <w:szCs w:val="24"/>
              </w:rPr>
              <w:t xml:space="preserve"> =</w:t>
            </w:r>
            <w:r w:rsidR="00A9138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9138F" w:rsidRPr="00A9138F">
              <w:rPr>
                <w:rFonts w:ascii="Arial" w:hAnsi="Arial" w:cs="Arial"/>
                <w:bCs/>
                <w:sz w:val="24"/>
                <w:szCs w:val="24"/>
              </w:rPr>
              <w:t>-0,57</w:t>
            </w:r>
            <w:r w:rsidR="00E04E2C" w:rsidRPr="00A9138F">
              <w:rPr>
                <w:rFonts w:ascii="Arial" w:hAnsi="Arial" w:cs="Arial"/>
                <w:bCs/>
                <w:sz w:val="24"/>
                <w:szCs w:val="24"/>
              </w:rPr>
              <w:t xml:space="preserve"> V</w:t>
            </w:r>
            <w:r w:rsidR="00E04E2C">
              <w:rPr>
                <w:rFonts w:ascii="Arial" w:hAnsi="Arial" w:cs="Arial"/>
                <w:bCs/>
                <w:sz w:val="24"/>
                <w:szCs w:val="24"/>
              </w:rPr>
              <w:t xml:space="preserve"> et l’ordonnée </w:t>
            </w:r>
            <w:r w:rsidR="00E04E2C" w:rsidRPr="00AE1529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j</w:t>
            </w:r>
            <w:r w:rsidR="00E04E2C" w:rsidRPr="00AE1529">
              <w:rPr>
                <w:rFonts w:ascii="Arial" w:hAnsi="Arial" w:cs="Arial"/>
                <w:bCs/>
                <w:i/>
                <w:iCs/>
                <w:sz w:val="24"/>
                <w:szCs w:val="24"/>
                <w:vertAlign w:val="subscript"/>
              </w:rPr>
              <w:t>cor</w:t>
            </w:r>
            <w:r w:rsidR="00E04E2C" w:rsidRPr="00AE152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E1529">
              <w:rPr>
                <w:rFonts w:ascii="Arial" w:hAnsi="Arial" w:cs="Arial"/>
                <w:bCs/>
                <w:sz w:val="24"/>
                <w:szCs w:val="24"/>
              </w:rPr>
              <w:t>=</w:t>
            </w:r>
            <w:r w:rsidR="00AE1529">
              <w:rPr>
                <w:rFonts w:ascii="Arial" w:hAnsi="Arial" w:cs="Arial"/>
                <w:sz w:val="24"/>
                <w:szCs w:val="24"/>
              </w:rPr>
              <w:t>16 mA·cm</w:t>
            </w:r>
            <w:r w:rsidR="00AE1529">
              <w:rPr>
                <w:rFonts w:ascii="Arial" w:hAnsi="Arial" w:cs="Arial"/>
                <w:sz w:val="24"/>
                <w:szCs w:val="24"/>
                <w:vertAlign w:val="superscript"/>
              </w:rPr>
              <w:t>-2</w:t>
            </w:r>
            <w:r w:rsidR="00E04E2C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A289FDD" w14:textId="4EFD1791" w:rsidR="00E04E2C" w:rsidRDefault="00177ED3" w:rsidP="00177ED3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 w:rsidRPr="00E04E2C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E</w:t>
            </w:r>
            <w:r w:rsidRPr="00E04E2C">
              <w:rPr>
                <w:rFonts w:ascii="Arial" w:hAnsi="Arial" w:cs="Arial"/>
                <w:bCs/>
                <w:i/>
                <w:iCs/>
                <w:sz w:val="24"/>
                <w:szCs w:val="24"/>
                <w:vertAlign w:val="subscript"/>
              </w:rPr>
              <w:t>M</w:t>
            </w:r>
            <w:r w:rsidRPr="00E04E2C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= E + </w:t>
            </w:r>
            <w:r w:rsidRPr="00E04E2C">
              <w:rPr>
                <w:rFonts w:ascii="Arial" w:hAnsi="Arial" w:cs="Arial"/>
                <w:i/>
                <w:iCs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ECS</w:t>
            </w:r>
            <w:r>
              <w:rPr>
                <w:rFonts w:ascii="Arial" w:hAnsi="Arial" w:cs="Arial"/>
                <w:sz w:val="24"/>
                <w:szCs w:val="24"/>
              </w:rPr>
              <w:t xml:space="preserve"> = </w:t>
            </w:r>
            <w:r w:rsidR="00A9138F">
              <w:rPr>
                <w:rFonts w:ascii="Arial" w:hAnsi="Arial" w:cs="Arial"/>
                <w:sz w:val="24"/>
                <w:szCs w:val="24"/>
              </w:rPr>
              <w:t xml:space="preserve">-0,33 </w:t>
            </w:r>
            <w:r w:rsidRPr="00A9138F">
              <w:rPr>
                <w:rFonts w:ascii="Arial" w:hAnsi="Arial" w:cs="Arial"/>
                <w:sz w:val="24"/>
                <w:szCs w:val="24"/>
              </w:rPr>
              <w:t>V</w:t>
            </w:r>
            <w:r w:rsidR="00E04E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66A1EC3" w14:textId="102B0665" w:rsidR="00AE1529" w:rsidRPr="00AE1529" w:rsidRDefault="00E04E2C" w:rsidP="00AE1529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Lecture de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j</w:t>
            </w:r>
            <w:r>
              <w:rPr>
                <w:rFonts w:ascii="Arial" w:hAnsi="Arial" w:cs="Arial"/>
                <w:i/>
                <w:iCs/>
                <w:sz w:val="24"/>
                <w:szCs w:val="24"/>
                <w:vertAlign w:val="subscript"/>
              </w:rPr>
              <w:t>cor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correcte.</w:t>
            </w:r>
          </w:p>
          <w:p w14:paraId="75C14B95" w14:textId="585DA415" w:rsidR="00AE1529" w:rsidRPr="007C0604" w:rsidRDefault="00AE1529" w:rsidP="00AE1529">
            <w:pPr>
              <w:numPr>
                <w:ilvl w:val="2"/>
                <w:numId w:val="1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323FC">
              <w:rPr>
                <w:rFonts w:ascii="Arial" w:hAnsi="Arial" w:cs="Arial"/>
                <w:sz w:val="24"/>
                <w:szCs w:val="24"/>
              </w:rPr>
              <w:t>Vitesse de corrosion du fer :</w:t>
            </w:r>
          </w:p>
          <w:p w14:paraId="1B6CA8C0" w14:textId="77777777" w:rsidR="007C0604" w:rsidRPr="001323FC" w:rsidRDefault="007C0604" w:rsidP="007C0604">
            <w:pPr>
              <w:ind w:left="72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37D894B" w14:textId="38EEE90B" w:rsidR="00AE1529" w:rsidRPr="007C0604" w:rsidRDefault="00AE1529" w:rsidP="00AE1529">
            <w:pPr>
              <w:spacing w:line="480" w:lineRule="auto"/>
              <w:ind w:left="743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v= 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Fe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∆t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 w:rsidRPr="007C0604">
              <w:rPr>
                <w:sz w:val="24"/>
                <w:szCs w:val="24"/>
              </w:rPr>
              <w:t xml:space="preserve">     </w:t>
            </w:r>
            <m:oMath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m:t>avec :</m:t>
              </m:r>
            </m:oMath>
            <w:r w:rsidRPr="007C0604">
              <w:rPr>
                <w:sz w:val="24"/>
                <w:szCs w:val="24"/>
              </w:rPr>
              <w:t xml:space="preserve">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Fe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Fe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Fe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 w:rsidRPr="007C0604">
              <w:rPr>
                <w:rFonts w:ascii="Cambria Math" w:hAnsi="Cambria Math"/>
                <w:sz w:val="24"/>
                <w:szCs w:val="24"/>
              </w:rPr>
              <w:br/>
            </w:r>
            <m:oMath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m:t>et :</m:t>
              </m:r>
            </m:oMath>
            <w:r w:rsidRPr="007C0604">
              <w:rPr>
                <w:sz w:val="24"/>
                <w:szCs w:val="24"/>
              </w:rPr>
              <w:t xml:space="preserve"> </w:t>
            </w:r>
            <m:oMath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∆t=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cor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den>
              </m:f>
            </m:oMath>
            <w:r w:rsidRPr="007C0604">
              <w:rPr>
                <w:rFonts w:ascii="Cambria Math" w:hAnsi="Cambria Math"/>
                <w:sz w:val="24"/>
                <w:szCs w:val="24"/>
              </w:rPr>
              <w:br/>
            </w:r>
            <m:oMath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m:t>d'où :</m:t>
              </m:r>
            </m:oMath>
            <w:r w:rsidRPr="007C0604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v=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Fe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cor</m:t>
                      </m:r>
                    </m:sub>
                  </m:sSub>
                  <m:r>
                    <w:rPr>
                      <w:rFonts w:ascii="Cambria Math" w:hAnsi="Cambria Math"/>
                      <w:strike/>
                      <w:sz w:val="24"/>
                      <w:szCs w:val="24"/>
                    </w:rPr>
                    <m:t>S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Fe</m:t>
                      </m:r>
                    </m:sub>
                  </m:sSub>
                  <m:r>
                    <w:rPr>
                      <w:rFonts w:ascii="Cambria Math" w:hAnsi="Cambria Math"/>
                      <w:strike/>
                      <w:sz w:val="24"/>
                      <w:szCs w:val="24"/>
                    </w:rPr>
                    <m:t>S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den>
              </m:f>
            </m:oMath>
          </w:p>
          <w:p w14:paraId="7B46E193" w14:textId="77777777" w:rsidR="007C0604" w:rsidRPr="007C0604" w:rsidRDefault="00AE1529" w:rsidP="00AE1529">
            <w:pPr>
              <w:spacing w:line="480" w:lineRule="auto"/>
              <w:ind w:left="743"/>
              <w:rPr>
                <w:sz w:val="24"/>
                <w:szCs w:val="24"/>
              </w:rPr>
            </w:pPr>
            <m:oMath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m:t>d'après la loi de Faraday :</m:t>
              </m:r>
            </m:oMath>
            <w:r w:rsidRPr="007C0604">
              <w:rPr>
                <w:sz w:val="24"/>
                <w:szCs w:val="24"/>
              </w:rPr>
              <w:t xml:space="preserve"> </w:t>
            </w:r>
            <m:oMath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m:t>Q 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sub>
              </m:sSub>
              <m:r>
                <m:rPr>
                  <m:scr m:val="script"/>
                </m:rPr>
                <w:rPr>
                  <w:rFonts w:ascii="Cambria Math" w:hAnsi="Cambria Math"/>
                  <w:sz w:val="24"/>
                  <w:szCs w:val="24"/>
                </w:rPr>
                <m:t>×F</m:t>
              </m:r>
            </m:oMath>
          </w:p>
          <w:p w14:paraId="7BD98318" w14:textId="1EFD3FDE" w:rsidR="00AE1529" w:rsidRPr="007C0604" w:rsidRDefault="007C0604" w:rsidP="00AE1529">
            <w:pPr>
              <w:spacing w:line="480" w:lineRule="auto"/>
              <w:ind w:left="743"/>
              <w:rPr>
                <w:sz w:val="24"/>
                <w:szCs w:val="24"/>
              </w:rPr>
            </w:pPr>
            <w:r w:rsidRPr="007C0604">
              <w:rPr>
                <w:sz w:val="24"/>
                <w:szCs w:val="24"/>
              </w:rPr>
              <w:t xml:space="preserve">et d’après la stœchiométrie d’oxydation du fer 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Fe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 w:rsidR="00AE1529" w:rsidRPr="007C0604">
              <w:rPr>
                <w:rFonts w:ascii="Cambria Math" w:hAnsi="Cambria Math"/>
                <w:sz w:val="24"/>
                <w:szCs w:val="24"/>
              </w:rPr>
              <w:br/>
            </w:r>
            <m:oMath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m:t>d'où :</m:t>
              </m:r>
            </m:oMath>
            <w:r w:rsidR="00AE1529" w:rsidRPr="007C0604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v=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Fe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Fe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cor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Fe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sub>
                  </m:sSub>
                  <m:r>
                    <m:rPr>
                      <m:scr m:val="script"/>
                    </m:rP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</m:den>
              </m:f>
            </m:oMath>
            <w:r w:rsidR="00AE1529" w:rsidRPr="007C0604">
              <w:rPr>
                <w:sz w:val="24"/>
                <w:szCs w:val="24"/>
              </w:rPr>
              <w:t xml:space="preserve"> </w:t>
            </w:r>
            <w:r w:rsidR="00AE1529" w:rsidRPr="007C0604">
              <w:rPr>
                <w:sz w:val="24"/>
                <w:szCs w:val="24"/>
              </w:rPr>
              <w:sym w:font="Symbol" w:char="F0AB"/>
            </w:r>
            <w:r w:rsidR="00AE1529" w:rsidRPr="007C0604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v=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Fe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cor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Fe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r>
                    <m:rPr>
                      <m:scr m:val="script"/>
                    </m:rP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</m:den>
              </m:f>
            </m:oMath>
            <w:r w:rsidR="00AE1529" w:rsidRPr="007C0604">
              <w:rPr>
                <w:sz w:val="24"/>
                <w:szCs w:val="24"/>
              </w:rPr>
              <w:t xml:space="preserve"> </w:t>
            </w:r>
            <w:r w:rsidR="00AE1529" w:rsidRPr="007C0604">
              <w:rPr>
                <w:sz w:val="24"/>
                <w:szCs w:val="24"/>
              </w:rPr>
              <w:sym w:font="Symbol" w:char="F0AB"/>
            </w:r>
            <w:r w:rsidR="00AE1529" w:rsidRPr="007C0604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v=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55,8 </m:t>
                  </m:r>
                  <m:r>
                    <w:rPr>
                      <w:rFonts w:ascii="Cambria Math" w:hAnsi="Cambria Math"/>
                      <w:strike/>
                      <w:sz w:val="24"/>
                      <w:szCs w:val="24"/>
                    </w:rPr>
                    <m:t>g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⋅</m:t>
                  </m:r>
                  <m:r>
                    <w:rPr>
                      <w:rFonts w:ascii="Cambria Math" w:hAnsi="Cambria Math"/>
                      <w:strike/>
                      <w:sz w:val="24"/>
                      <w:szCs w:val="24"/>
                    </w:rPr>
                    <m:t>mo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trike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trike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  <w:strike/>
                          <w:sz w:val="24"/>
                          <w:szCs w:val="24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×120 μ</m:t>
                  </m:r>
                  <m:r>
                    <w:rPr>
                      <w:rFonts w:ascii="Cambria Math" w:hAnsi="Cambria Math"/>
                      <w:strike/>
                      <w:sz w:val="24"/>
                      <w:szCs w:val="24"/>
                    </w:rPr>
                    <m:t>A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⋅</m:t>
                  </m:r>
                  <m:r>
                    <w:rPr>
                      <w:rFonts w:ascii="Cambria Math" w:hAnsi="Cambria Math"/>
                      <w:strike/>
                      <w:sz w:val="24"/>
                      <w:szCs w:val="24"/>
                    </w:rPr>
                    <m:t>c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trike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trike/>
                          <w:sz w:val="24"/>
                          <w:szCs w:val="24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strike/>
                          <w:sz w:val="24"/>
                          <w:szCs w:val="24"/>
                        </w:rPr>
                        <m:t>-2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7,8 </m:t>
                  </m:r>
                  <m:r>
                    <w:rPr>
                      <w:rFonts w:ascii="Cambria Math" w:hAnsi="Cambria Math"/>
                      <w:strike/>
                      <w:sz w:val="24"/>
                      <w:szCs w:val="24"/>
                    </w:rPr>
                    <m:t>g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⋅c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Cambria Math"/>
                          <w:strike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×2×96500 </m:t>
                  </m:r>
                  <m:r>
                    <w:rPr>
                      <w:rFonts w:ascii="Cambria Math" w:hAnsi="Cambria Math"/>
                      <w:strike/>
                      <w:sz w:val="24"/>
                      <w:szCs w:val="24"/>
                    </w:rPr>
                    <m:t>A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⋅s⋅</m:t>
                  </m:r>
                  <m:r>
                    <w:rPr>
                      <w:rFonts w:ascii="Cambria Math" w:hAnsi="Cambria Math"/>
                      <w:strike/>
                      <w:sz w:val="24"/>
                      <w:szCs w:val="24"/>
                    </w:rPr>
                    <m:t>mo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trike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trike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  <w:strike/>
                          <w:sz w:val="24"/>
                          <w:szCs w:val="24"/>
                        </w:rPr>
                        <m:t>-1</m:t>
                      </m:r>
                    </m:sup>
                  </m:sSup>
                </m:den>
              </m:f>
            </m:oMath>
            <w:r w:rsidR="00AE1529" w:rsidRPr="007C0604">
              <w:rPr>
                <w:rFonts w:ascii="Cambria Math" w:hAnsi="Cambria Math"/>
                <w:sz w:val="24"/>
                <w:szCs w:val="24"/>
              </w:rPr>
              <w:br/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v=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55,8×120×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-6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7,8×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×2×96500</m:t>
                  </m:r>
                  <m:r>
                    <w:rPr>
                      <w:rFonts w:ascii="Cambria Math" w:hAnsi="Cambria Math"/>
                      <w:strike/>
                      <w:sz w:val="24"/>
                      <w:szCs w:val="24"/>
                    </w:rPr>
                    <m:t xml:space="preserve"> s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×365×24×3600</m:t>
              </m:r>
              <m:r>
                <w:rPr>
                  <w:rFonts w:ascii="Cambria Math" w:hAnsi="Cambria Math"/>
                  <w:strike/>
                  <w:sz w:val="24"/>
                  <w:szCs w:val="24"/>
                </w:rPr>
                <m:t xml:space="preserve"> s</m:t>
              </m:r>
              <m:r>
                <w:rPr>
                  <w:rFonts w:ascii="Cambria Math" w:hAnsi="Cambria Math"/>
                  <w:sz w:val="24"/>
                  <w:szCs w:val="24"/>
                </w:rPr>
                <m:t>⋅a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</m:oMath>
            <w:r w:rsidR="00AE1529" w:rsidRPr="007C0604">
              <w:rPr>
                <w:sz w:val="24"/>
                <w:szCs w:val="24"/>
              </w:rPr>
              <w:t xml:space="preserve"> </w:t>
            </w:r>
          </w:p>
          <w:p w14:paraId="5208C6F4" w14:textId="1579C725" w:rsidR="00AE1529" w:rsidRPr="007C0604" w:rsidRDefault="00AE1529" w:rsidP="00AE1529">
            <w:pPr>
              <w:spacing w:line="480" w:lineRule="auto"/>
              <w:ind w:left="743"/>
              <w:rPr>
                <w:rFonts w:ascii="Calibri" w:hAnsi="Calibri"/>
                <w:sz w:val="24"/>
                <w:szCs w:val="24"/>
              </w:rPr>
            </w:pPr>
            <w:r w:rsidRPr="007C0604">
              <w:rPr>
                <w:sz w:val="24"/>
                <w:szCs w:val="24"/>
              </w:rPr>
              <w:t xml:space="preserve">donc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v=1,4 mm⋅a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</m:oMath>
          </w:p>
          <w:p w14:paraId="5233CF2E" w14:textId="24CEEAC7" w:rsidR="006C2DD4" w:rsidRPr="001323FC" w:rsidRDefault="009B40BD" w:rsidP="007C060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323F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14:paraId="289FEEC8" w14:textId="5FB2ADC1" w:rsidR="00506C0C" w:rsidRPr="001323FC" w:rsidRDefault="00184BB8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83711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x</w:t>
            </w:r>
            <w:r w:rsidR="0083711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6C2DD4" w:rsidRPr="001323FC">
              <w:rPr>
                <w:rFonts w:ascii="Arial" w:hAnsi="Arial" w:cs="Arial"/>
                <w:bCs/>
                <w:sz w:val="24"/>
                <w:szCs w:val="24"/>
              </w:rPr>
              <w:t>0,</w:t>
            </w: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6C2DD4" w:rsidRPr="001323FC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  <w:p w14:paraId="1A9824AF" w14:textId="77777777" w:rsidR="006C2DD4" w:rsidRPr="001323FC" w:rsidRDefault="006C2DD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F3283DA" w14:textId="3EFA607D" w:rsidR="006C2DD4" w:rsidRPr="001323FC" w:rsidRDefault="00C64567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0,5</w:t>
            </w:r>
          </w:p>
          <w:p w14:paraId="5FF91D28" w14:textId="77777777" w:rsidR="006C2DD4" w:rsidRPr="001323FC" w:rsidRDefault="006C2DD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2E07500" w14:textId="77777777" w:rsidR="006C2DD4" w:rsidRPr="001323FC" w:rsidRDefault="006C2DD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7F5694D" w14:textId="4CC6FB0C" w:rsidR="006C2DD4" w:rsidRPr="001323FC" w:rsidRDefault="00C64567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  <w:p w14:paraId="76086F94" w14:textId="60EEC8B7" w:rsidR="00AA70C7" w:rsidRDefault="00AA70C7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3970745" w14:textId="13FEC666" w:rsidR="00177ED3" w:rsidRDefault="00177ED3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AE80385" w14:textId="374EFC66" w:rsidR="00177ED3" w:rsidRPr="001323FC" w:rsidRDefault="00177ED3" w:rsidP="00177ED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 x 0,25</w:t>
            </w:r>
          </w:p>
          <w:p w14:paraId="64D25784" w14:textId="77777777" w:rsidR="006C2DD4" w:rsidRPr="001323FC" w:rsidRDefault="006C2DD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FAD5E4E" w14:textId="626C59E5" w:rsidR="00177ED3" w:rsidRPr="001323FC" w:rsidRDefault="00177ED3" w:rsidP="00177ED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 x 0,25</w:t>
            </w:r>
          </w:p>
          <w:p w14:paraId="4CB6A87B" w14:textId="4B251F84" w:rsidR="006C2DD4" w:rsidRDefault="00E04E2C" w:rsidP="00AE152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0,5</w:t>
            </w:r>
          </w:p>
          <w:p w14:paraId="4E1D1DE0" w14:textId="77777777" w:rsidR="00AE1529" w:rsidRDefault="00AE1529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A36F666" w14:textId="64D157AB" w:rsidR="00E04E2C" w:rsidRDefault="00E04E2C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  <w:p w14:paraId="5F90824D" w14:textId="0AFB1B60" w:rsidR="00E04E2C" w:rsidRPr="001323FC" w:rsidRDefault="00AE1529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  <w:p w14:paraId="166A43DD" w14:textId="77777777" w:rsidR="006C2DD4" w:rsidRPr="001323FC" w:rsidRDefault="006C2DD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5BA2C36" w14:textId="77777777" w:rsidR="006C2DD4" w:rsidRPr="001323FC" w:rsidRDefault="006C2DD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E3A8BF3" w14:textId="77777777" w:rsidR="006C2DD4" w:rsidRPr="001323FC" w:rsidRDefault="006C2DD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67CBDDF" w14:textId="2A10590C" w:rsidR="006C2DD4" w:rsidRDefault="006C2DD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034DA14" w14:textId="169F1E5D" w:rsidR="0058222F" w:rsidRDefault="0058222F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15C9B3E" w14:textId="77777777" w:rsidR="0058222F" w:rsidRPr="001323FC" w:rsidRDefault="0058222F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A8CEB3B" w14:textId="077168D2" w:rsidR="006C2DD4" w:rsidRPr="001323FC" w:rsidRDefault="007C060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Démo.</w:t>
            </w:r>
          </w:p>
          <w:p w14:paraId="2B28FA65" w14:textId="72477350" w:rsidR="006C2DD4" w:rsidRDefault="007C060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0,5</w:t>
            </w:r>
          </w:p>
          <w:p w14:paraId="3A1FB14F" w14:textId="77777777" w:rsidR="007C0604" w:rsidRPr="001323FC" w:rsidRDefault="007C060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E1AC4DD" w14:textId="77777777" w:rsidR="006C2DD4" w:rsidRPr="001323FC" w:rsidRDefault="006C2DD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3FF39C3" w14:textId="60646E01" w:rsidR="006C2DD4" w:rsidRPr="001323FC" w:rsidRDefault="007C060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  <w:p w14:paraId="3157C1C3" w14:textId="77777777" w:rsidR="006C2DD4" w:rsidRPr="001323FC" w:rsidRDefault="006C2DD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EB11A1A" w14:textId="545F57FF" w:rsidR="006C2DD4" w:rsidRPr="001323FC" w:rsidRDefault="007C060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0,25</w:t>
            </w:r>
          </w:p>
          <w:p w14:paraId="3B431D21" w14:textId="77777777" w:rsidR="006C2DD4" w:rsidRPr="001323FC" w:rsidRDefault="006C2DD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0F8F37C" w14:textId="77777777" w:rsidR="006C2DD4" w:rsidRPr="001323FC" w:rsidRDefault="006C2DD4" w:rsidP="007C0604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9A19C09" w14:textId="77777777" w:rsidR="006C2DD4" w:rsidRPr="001323FC" w:rsidRDefault="006C2DD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3FC">
              <w:rPr>
                <w:rFonts w:ascii="Arial" w:hAnsi="Arial" w:cs="Arial"/>
                <w:bCs/>
                <w:sz w:val="24"/>
                <w:szCs w:val="24"/>
              </w:rPr>
              <w:t>A.N.</w:t>
            </w:r>
          </w:p>
          <w:p w14:paraId="07EBE3C2" w14:textId="4C5CAB49" w:rsidR="006C2DD4" w:rsidRPr="001323FC" w:rsidRDefault="006C2DD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323FC">
              <w:rPr>
                <w:rFonts w:ascii="Arial" w:hAnsi="Arial" w:cs="Arial"/>
                <w:bCs/>
                <w:sz w:val="24"/>
                <w:szCs w:val="24"/>
              </w:rPr>
              <w:t>0,5</w:t>
            </w:r>
          </w:p>
          <w:p w14:paraId="23016BC3" w14:textId="4B6F8619" w:rsidR="006C2DD4" w:rsidRPr="001323FC" w:rsidRDefault="006C2DD4" w:rsidP="007C0604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88FD74F" w14:textId="77777777" w:rsidR="006C2DD4" w:rsidRPr="001323FC" w:rsidRDefault="006C2DD4" w:rsidP="001323F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522D4B4" w14:textId="77777777" w:rsidR="002F2C16" w:rsidRDefault="002F2C16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2F2C16" w:rsidRPr="001323FC" w14:paraId="1DF16287" w14:textId="77777777" w:rsidTr="00D344D7">
        <w:tc>
          <w:tcPr>
            <w:tcW w:w="8217" w:type="dxa"/>
            <w:shd w:val="clear" w:color="auto" w:fill="auto"/>
            <w:vAlign w:val="center"/>
          </w:tcPr>
          <w:p w14:paraId="4446D236" w14:textId="378A3389" w:rsidR="002F2C16" w:rsidRPr="00AF7568" w:rsidRDefault="002F2C16" w:rsidP="00AF7568">
            <w:pPr>
              <w:pStyle w:val="Paragraphedeliste"/>
              <w:numPr>
                <w:ilvl w:val="0"/>
                <w:numId w:val="21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F7568">
              <w:rPr>
                <w:rFonts w:ascii="Arial" w:hAnsi="Arial" w:cs="Arial"/>
                <w:b/>
                <w:sz w:val="24"/>
                <w:szCs w:val="24"/>
              </w:rPr>
              <w:t>Gravure des pistes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B2CC5" w14:textId="6A50C189" w:rsidR="002F2C16" w:rsidRPr="00D344D7" w:rsidRDefault="00410204" w:rsidP="00D344D7">
            <w:pPr>
              <w:pStyle w:val="Paragraphedeliste"/>
              <w:spacing w:before="120" w:after="120"/>
              <w:ind w:left="132" w:firstLine="1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2,5</w:t>
            </w:r>
            <w:r w:rsidR="00D344D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F2C16" w:rsidRPr="00D344D7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71EAF" w:rsidRPr="00D344D7">
              <w:rPr>
                <w:rFonts w:ascii="Arial" w:hAnsi="Arial" w:cs="Arial"/>
                <w:b/>
                <w:sz w:val="24"/>
                <w:szCs w:val="24"/>
              </w:rPr>
              <w:t>oin</w:t>
            </w:r>
            <w:r w:rsidR="002F2C16" w:rsidRPr="00D344D7">
              <w:rPr>
                <w:rFonts w:ascii="Arial" w:hAnsi="Arial" w:cs="Arial"/>
                <w:b/>
                <w:sz w:val="24"/>
                <w:szCs w:val="24"/>
              </w:rPr>
              <w:t>ts</w:t>
            </w:r>
          </w:p>
        </w:tc>
      </w:tr>
      <w:tr w:rsidR="00D57913" w:rsidRPr="001323FC" w14:paraId="0A76DE0A" w14:textId="77777777" w:rsidTr="00D344D7">
        <w:tc>
          <w:tcPr>
            <w:tcW w:w="8217" w:type="dxa"/>
            <w:shd w:val="clear" w:color="auto" w:fill="auto"/>
            <w:vAlign w:val="center"/>
          </w:tcPr>
          <w:p w14:paraId="525413E6" w14:textId="56F814B0" w:rsidR="00E01A95" w:rsidRPr="00AF7568" w:rsidRDefault="00E01A95" w:rsidP="00AF7568">
            <w:pPr>
              <w:pStyle w:val="Paragraphedeliste"/>
              <w:numPr>
                <w:ilvl w:val="2"/>
                <w:numId w:val="16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AF7568">
              <w:rPr>
                <w:rFonts w:ascii="Arial" w:hAnsi="Arial" w:cs="Arial"/>
                <w:sz w:val="24"/>
                <w:szCs w:val="24"/>
                <w:lang w:val="en-GB"/>
              </w:rPr>
              <w:t>ion trichlorocuprate (I)</w:t>
            </w:r>
            <w:r w:rsidRPr="00AF7568">
              <w:rPr>
                <w:rFonts w:ascii="Arial" w:hAnsi="Arial" w:cs="Arial"/>
                <w:sz w:val="24"/>
                <w:szCs w:val="24"/>
              </w:rPr>
              <w:t xml:space="preserve"> : </w:t>
            </w:r>
            <w:r w:rsidRPr="00AF7568">
              <w:rPr>
                <w:rFonts w:ascii="Arial" w:hAnsi="Arial" w:cs="Arial"/>
                <w:sz w:val="24"/>
                <w:szCs w:val="24"/>
                <w:lang w:val="en-GB"/>
              </w:rPr>
              <w:t>[CuCl</w:t>
            </w:r>
            <w:r w:rsidRPr="00AF7568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3</w:t>
            </w:r>
            <w:r w:rsidRPr="00AF7568">
              <w:rPr>
                <w:rFonts w:ascii="Arial" w:hAnsi="Arial" w:cs="Arial"/>
                <w:sz w:val="24"/>
                <w:szCs w:val="24"/>
                <w:lang w:val="en-GB"/>
              </w:rPr>
              <w:t>]</w:t>
            </w:r>
            <w:r w:rsidRPr="00AF7568">
              <w:rPr>
                <w:rFonts w:ascii="Arial" w:hAnsi="Arial" w:cs="Arial"/>
                <w:sz w:val="24"/>
                <w:szCs w:val="24"/>
                <w:vertAlign w:val="superscript"/>
                <w:lang w:val="en-GB"/>
              </w:rPr>
              <w:t>2-</w:t>
            </w:r>
          </w:p>
          <w:p w14:paraId="33DE7EA5" w14:textId="7E8C4D4C" w:rsidR="00D57913" w:rsidRPr="00C31F77" w:rsidRDefault="00D57913" w:rsidP="00AF7568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097FC4">
              <w:rPr>
                <w:rFonts w:ascii="Arial" w:hAnsi="Arial" w:cs="Arial"/>
                <w:sz w:val="24"/>
                <w:szCs w:val="24"/>
              </w:rPr>
              <w:t>[CuC</w:t>
            </w:r>
            <w:r w:rsidR="00887416">
              <w:rPr>
                <w:rFonts w:ascii="Arial" w:hAnsi="Arial" w:cs="Arial"/>
                <w:sz w:val="24"/>
                <w:szCs w:val="24"/>
              </w:rPr>
              <w:t>l</w:t>
            </w:r>
            <w:r w:rsidRPr="00097FC4">
              <w:rPr>
                <w:rFonts w:ascii="Arial" w:hAnsi="Arial" w:cs="Arial"/>
                <w:sz w:val="24"/>
                <w:szCs w:val="24"/>
              </w:rPr>
              <w:t>]</w:t>
            </w:r>
            <w:r w:rsidRPr="00097FC4"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>
              <w:rPr>
                <w:rFonts w:ascii="Arial" w:hAnsi="Arial" w:cs="Arial"/>
                <w:sz w:val="24"/>
                <w:szCs w:val="24"/>
              </w:rPr>
              <w:t> : ion chlorocuivre (II)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01A8C" w14:textId="77777777" w:rsidR="00D57913" w:rsidRDefault="00D57913" w:rsidP="009C68C3">
            <w:pPr>
              <w:spacing w:before="120"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0,5</w:t>
            </w:r>
          </w:p>
          <w:p w14:paraId="79AD5A87" w14:textId="25E08D94" w:rsidR="00845F5E" w:rsidRDefault="00845F5E" w:rsidP="009C68C3">
            <w:pPr>
              <w:spacing w:before="120"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0,5</w:t>
            </w:r>
          </w:p>
        </w:tc>
      </w:tr>
      <w:tr w:rsidR="00C31F77" w:rsidRPr="001323FC" w14:paraId="10E9EEED" w14:textId="77777777" w:rsidTr="00D344D7">
        <w:tc>
          <w:tcPr>
            <w:tcW w:w="8217" w:type="dxa"/>
            <w:shd w:val="clear" w:color="auto" w:fill="auto"/>
            <w:vAlign w:val="center"/>
          </w:tcPr>
          <w:p w14:paraId="1653537E" w14:textId="2A388925" w:rsidR="00C31F77" w:rsidRPr="00AF7568" w:rsidRDefault="00C31F77" w:rsidP="00AF7568">
            <w:pPr>
              <w:pStyle w:val="Paragraphedeliste"/>
              <w:numPr>
                <w:ilvl w:val="2"/>
                <w:numId w:val="16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AF7568">
              <w:rPr>
                <w:rFonts w:ascii="Arial" w:hAnsi="Arial" w:cs="Arial"/>
                <w:bCs/>
                <w:sz w:val="24"/>
                <w:szCs w:val="24"/>
              </w:rPr>
              <w:t xml:space="preserve">Degré d’oxydation du cuivre : n.o.(Cu) = 0 pour Cu, +I pour </w:t>
            </w:r>
            <w:r w:rsidRPr="00AF7568">
              <w:rPr>
                <w:rFonts w:ascii="Arial" w:hAnsi="Arial" w:cs="Arial"/>
                <w:sz w:val="24"/>
                <w:szCs w:val="24"/>
              </w:rPr>
              <w:t>[CuC</w:t>
            </w:r>
            <w:r w:rsidR="00887416" w:rsidRPr="00AF7568">
              <w:rPr>
                <w:rFonts w:ascii="Arial" w:hAnsi="Arial" w:cs="Arial"/>
                <w:sz w:val="24"/>
                <w:szCs w:val="24"/>
              </w:rPr>
              <w:t>l</w:t>
            </w:r>
            <w:r w:rsidRPr="00AF7568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AF7568">
              <w:rPr>
                <w:rFonts w:ascii="Arial" w:hAnsi="Arial" w:cs="Arial"/>
                <w:sz w:val="24"/>
                <w:szCs w:val="24"/>
              </w:rPr>
              <w:t>]</w:t>
            </w:r>
            <w:r w:rsidRPr="00AF7568">
              <w:rPr>
                <w:rFonts w:ascii="Arial" w:hAnsi="Arial" w:cs="Arial"/>
                <w:sz w:val="24"/>
                <w:szCs w:val="24"/>
                <w:vertAlign w:val="superscript"/>
              </w:rPr>
              <w:t>2-</w:t>
            </w:r>
            <w:r w:rsidRPr="00AF75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F7568">
              <w:rPr>
                <w:rFonts w:ascii="Arial" w:hAnsi="Arial" w:cs="Arial"/>
                <w:bCs/>
                <w:sz w:val="24"/>
                <w:szCs w:val="24"/>
              </w:rPr>
              <w:t xml:space="preserve"> et +II pour </w:t>
            </w:r>
            <w:r w:rsidRPr="00AF7568">
              <w:rPr>
                <w:rFonts w:ascii="Arial" w:hAnsi="Arial" w:cs="Arial"/>
                <w:sz w:val="24"/>
                <w:szCs w:val="24"/>
              </w:rPr>
              <w:t>[CuC</w:t>
            </w:r>
            <w:r w:rsidR="00887416" w:rsidRPr="00AF7568">
              <w:rPr>
                <w:rFonts w:ascii="Arial" w:hAnsi="Arial" w:cs="Arial"/>
                <w:sz w:val="24"/>
                <w:szCs w:val="24"/>
              </w:rPr>
              <w:t>l</w:t>
            </w:r>
            <w:r w:rsidRPr="00AF7568">
              <w:rPr>
                <w:rFonts w:ascii="Arial" w:hAnsi="Arial" w:cs="Arial"/>
                <w:sz w:val="24"/>
                <w:szCs w:val="24"/>
              </w:rPr>
              <w:t>]</w:t>
            </w:r>
            <w:r w:rsidRPr="00AF7568"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 w:rsidRPr="00AF7568">
              <w:rPr>
                <w:rFonts w:ascii="Arial" w:hAnsi="Arial" w:cs="Arial"/>
                <w:sz w:val="24"/>
                <w:szCs w:val="24"/>
              </w:rPr>
              <w:t> </w:t>
            </w:r>
            <w:r w:rsidR="006526D9" w:rsidRPr="00AF7568">
              <w:rPr>
                <w:rFonts w:ascii="Arial" w:hAnsi="Arial" w:cs="Arial"/>
                <w:sz w:val="24"/>
                <w:szCs w:val="24"/>
              </w:rPr>
              <w:tab/>
            </w:r>
          </w:p>
          <w:p w14:paraId="75EE1FA4" w14:textId="05F94A64" w:rsidR="006526D9" w:rsidRPr="00C31F77" w:rsidRDefault="006526D9" w:rsidP="00AF7568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Ici, les </w:t>
            </w:r>
            <w:r w:rsidR="00E01A95">
              <w:rPr>
                <w:rFonts w:ascii="Arial" w:hAnsi="Arial" w:cs="Arial"/>
                <w:bCs/>
                <w:sz w:val="24"/>
                <w:szCs w:val="24"/>
              </w:rPr>
              <w:t>deux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réactifs contenant du cuivre font intervenir des </w:t>
            </w:r>
            <w:r w:rsidR="002633C3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>
              <w:rPr>
                <w:rFonts w:ascii="Arial" w:hAnsi="Arial" w:cs="Arial"/>
                <w:bCs/>
                <w:sz w:val="24"/>
                <w:szCs w:val="24"/>
              </w:rPr>
              <w:t>o(Cu) différents tandis que dans les produits, il n’y a que no(Cu) = +I. Cette réaction n’est pas une dismutation mais une médiamutation.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427757" w14:textId="6C1824DC" w:rsidR="00C31F77" w:rsidRDefault="008C6F9A" w:rsidP="00C31F77">
            <w:pPr>
              <w:spacing w:before="120"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1</w:t>
            </w:r>
          </w:p>
          <w:p w14:paraId="1C344749" w14:textId="77777777" w:rsidR="006526D9" w:rsidRDefault="006526D9" w:rsidP="00C31F77">
            <w:pPr>
              <w:spacing w:before="120"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B40D2F5" w14:textId="5D97BC50" w:rsidR="006526D9" w:rsidRDefault="006526D9" w:rsidP="00C31F77">
            <w:pPr>
              <w:spacing w:before="120"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0,5</w:t>
            </w:r>
          </w:p>
        </w:tc>
      </w:tr>
      <w:tr w:rsidR="000C252D" w:rsidRPr="001323FC" w14:paraId="5E7C0771" w14:textId="77777777" w:rsidTr="00D344D7">
        <w:tc>
          <w:tcPr>
            <w:tcW w:w="8217" w:type="dxa"/>
            <w:shd w:val="clear" w:color="auto" w:fill="auto"/>
            <w:vAlign w:val="center"/>
          </w:tcPr>
          <w:p w14:paraId="5398595A" w14:textId="0748925C" w:rsidR="000C252D" w:rsidRPr="004561AD" w:rsidRDefault="000C252D" w:rsidP="004561AD">
            <w:pPr>
              <w:pStyle w:val="Paragraphedeliste"/>
              <w:numPr>
                <w:ilvl w:val="0"/>
                <w:numId w:val="21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4561AD">
              <w:rPr>
                <w:rFonts w:ascii="Arial" w:hAnsi="Arial" w:cs="Arial"/>
                <w:b/>
                <w:sz w:val="24"/>
                <w:szCs w:val="24"/>
              </w:rPr>
              <w:lastRenderedPageBreak/>
              <w:t>Revêtements de finition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A8A2D8" w14:textId="33887B9B" w:rsidR="000C252D" w:rsidRPr="00826A5C" w:rsidRDefault="00035159" w:rsidP="00C31F77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4,</w:t>
            </w:r>
            <w:r w:rsidR="005778CA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826A5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26A5C" w:rsidRPr="00D94509">
              <w:rPr>
                <w:rFonts w:ascii="Arial" w:hAnsi="Arial" w:cs="Arial"/>
                <w:b/>
                <w:sz w:val="24"/>
                <w:szCs w:val="24"/>
              </w:rPr>
              <w:t>points</w:t>
            </w:r>
          </w:p>
        </w:tc>
      </w:tr>
      <w:tr w:rsidR="000C252D" w:rsidRPr="00680E90" w14:paraId="5F8A05A5" w14:textId="77777777" w:rsidTr="00D344D7">
        <w:tc>
          <w:tcPr>
            <w:tcW w:w="8217" w:type="dxa"/>
            <w:shd w:val="clear" w:color="auto" w:fill="auto"/>
            <w:vAlign w:val="center"/>
          </w:tcPr>
          <w:p w14:paraId="5CD245C1" w14:textId="4D8C613D" w:rsidR="0054668F" w:rsidRPr="00F11A3C" w:rsidRDefault="00381CAC" w:rsidP="000E7878">
            <w:pPr>
              <w:numPr>
                <w:ilvl w:val="2"/>
                <w:numId w:val="16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F11A3C">
              <w:rPr>
                <w:rFonts w:ascii="Arial" w:hAnsi="Arial" w:cs="Arial"/>
                <w:bCs/>
                <w:sz w:val="24"/>
                <w:szCs w:val="24"/>
              </w:rPr>
              <w:t>Au cours du dépôt, l</w:t>
            </w:r>
            <w:r w:rsidR="00447202">
              <w:rPr>
                <w:rFonts w:ascii="Arial" w:hAnsi="Arial" w:cs="Arial"/>
                <w:bCs/>
                <w:sz w:val="24"/>
                <w:szCs w:val="24"/>
              </w:rPr>
              <w:t>’</w:t>
            </w:r>
            <w:r w:rsidRPr="00F11A3C">
              <w:rPr>
                <w:rFonts w:ascii="Arial" w:hAnsi="Arial" w:cs="Arial"/>
                <w:bCs/>
                <w:sz w:val="24"/>
                <w:szCs w:val="24"/>
              </w:rPr>
              <w:t xml:space="preserve">ion </w:t>
            </w:r>
            <w:r w:rsidR="00447202">
              <w:rPr>
                <w:rFonts w:ascii="Arial" w:hAnsi="Arial" w:cs="Arial"/>
                <w:bCs/>
                <w:sz w:val="24"/>
                <w:szCs w:val="24"/>
              </w:rPr>
              <w:t xml:space="preserve">hypophosphite </w:t>
            </w:r>
            <w:r w:rsidRPr="00F11A3C">
              <w:rPr>
                <w:rFonts w:ascii="Arial" w:hAnsi="Arial" w:cs="Arial"/>
                <w:sz w:val="24"/>
                <w:szCs w:val="24"/>
              </w:rPr>
              <w:t>H</w:t>
            </w:r>
            <w:r w:rsidRPr="00F11A3C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F11A3C">
              <w:rPr>
                <w:rFonts w:ascii="Arial" w:hAnsi="Arial" w:cs="Arial"/>
                <w:sz w:val="24"/>
                <w:szCs w:val="24"/>
              </w:rPr>
              <w:t>PO</w:t>
            </w:r>
            <w:r w:rsidRPr="00F11A3C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F11A3C">
              <w:rPr>
                <w:rFonts w:ascii="Arial" w:eastAsia="Arial Unicode MS" w:hAnsi="Arial" w:cs="Arial"/>
                <w:sz w:val="24"/>
                <w:szCs w:val="24"/>
                <w:vertAlign w:val="superscript"/>
              </w:rPr>
              <w:t>−</w:t>
            </w:r>
            <w:r w:rsidRPr="00F11A3C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="00447202">
              <w:rPr>
                <w:rFonts w:ascii="Arial" w:eastAsia="Arial Unicode MS" w:hAnsi="Arial" w:cs="Arial"/>
                <w:sz w:val="24"/>
                <w:szCs w:val="24"/>
              </w:rPr>
              <w:t xml:space="preserve">est </w:t>
            </w:r>
            <w:r w:rsidRPr="00F11A3C">
              <w:rPr>
                <w:rFonts w:ascii="Arial" w:eastAsia="Arial Unicode MS" w:hAnsi="Arial" w:cs="Arial"/>
                <w:sz w:val="24"/>
                <w:szCs w:val="24"/>
              </w:rPr>
              <w:t>oxydé</w:t>
            </w:r>
            <w:r w:rsidRPr="00F11A3C">
              <w:rPr>
                <w:rFonts w:ascii="Arial" w:hAnsi="Arial" w:cs="Arial"/>
                <w:sz w:val="24"/>
                <w:szCs w:val="24"/>
              </w:rPr>
              <w:t>.</w:t>
            </w:r>
            <w:r w:rsidR="00447202">
              <w:rPr>
                <w:rFonts w:ascii="Arial" w:hAnsi="Arial" w:cs="Arial"/>
                <w:sz w:val="24"/>
                <w:szCs w:val="24"/>
              </w:rPr>
              <w:t xml:space="preserve"> Justification à l’aide de la demi-équation ou du nombre d’oxydation du phosphore.</w:t>
            </w:r>
          </w:p>
          <w:p w14:paraId="47430DB0" w14:textId="27008DDC" w:rsidR="0054668F" w:rsidRPr="00F11A3C" w:rsidRDefault="00381CAC" w:rsidP="000E7878">
            <w:pPr>
              <w:numPr>
                <w:ilvl w:val="2"/>
                <w:numId w:val="16"/>
              </w:num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F11A3C">
              <w:rPr>
                <w:rFonts w:ascii="Arial" w:hAnsi="Arial" w:cs="Arial"/>
                <w:bCs/>
                <w:sz w:val="24"/>
                <w:szCs w:val="24"/>
              </w:rPr>
              <w:t xml:space="preserve">Le nickel est à la fois </w:t>
            </w:r>
            <w:r w:rsidR="0054668F" w:rsidRPr="00F11A3C">
              <w:rPr>
                <w:rFonts w:ascii="Arial" w:hAnsi="Arial" w:cs="Arial"/>
                <w:bCs/>
                <w:sz w:val="24"/>
                <w:szCs w:val="24"/>
              </w:rPr>
              <w:t xml:space="preserve">produit </w:t>
            </w:r>
            <w:r w:rsidRPr="00F11A3C">
              <w:rPr>
                <w:rFonts w:ascii="Arial" w:hAnsi="Arial" w:cs="Arial"/>
                <w:bCs/>
                <w:sz w:val="24"/>
                <w:szCs w:val="24"/>
              </w:rPr>
              <w:t>et catalyseur de la réaction</w:t>
            </w:r>
            <w:r w:rsidR="00680E90" w:rsidRPr="00F11A3C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72E54BE" w14:textId="24BB025C" w:rsidR="00DC1613" w:rsidRPr="00DC1613" w:rsidRDefault="000910DE" w:rsidP="000E7878">
            <w:pPr>
              <w:numPr>
                <w:ilvl w:val="2"/>
                <w:numId w:val="1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C1613">
              <w:rPr>
                <w:rFonts w:ascii="Arial" w:hAnsi="Arial" w:cs="Arial"/>
                <w:sz w:val="24"/>
                <w:szCs w:val="24"/>
              </w:rPr>
              <w:t>pH de début de précipitation :</w:t>
            </w:r>
            <w:r w:rsidRPr="00DC1613">
              <w:rPr>
                <w:rFonts w:ascii="Arial" w:hAnsi="Arial" w:cs="Arial"/>
                <w:sz w:val="24"/>
                <w:szCs w:val="24"/>
              </w:rPr>
              <w:br/>
            </w:r>
            <w:r w:rsidRPr="00DC1613">
              <w:rPr>
                <w:rFonts w:ascii="Arial" w:hAnsi="Arial" w:cs="Arial"/>
                <w:sz w:val="24"/>
                <w:szCs w:val="24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nor/>
                      </m:rPr>
                      <w:rPr>
                        <w:rFonts w:ascii="Arial" w:hAnsi="Arial" w:cs="Arial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Arial" w:hAnsi="Arial" w:cs="Arial"/>
                        <w:sz w:val="24"/>
                        <w:szCs w:val="24"/>
                      </w:rPr>
                      <m:t>N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m:t>i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m:t>2+</m:t>
                        </m:r>
                      </m:sup>
                    </m:sSup>
                  </m:e>
                </m:d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nor/>
                          </m:rP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m:t>H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m:t>O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m:t>-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w:br/>
                </m:r>
              </m:oMath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nor/>
                      </m:rPr>
                      <w:rPr>
                        <w:rFonts w:ascii="Arial" w:hAnsi="Arial" w:cs="Arial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Arial" w:hAnsi="Arial" w:cs="Arial"/>
                        <w:sz w:val="24"/>
                        <w:szCs w:val="24"/>
                      </w:rPr>
                      <m:t>N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m:t>i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m:t>2+</m:t>
                        </m:r>
                      </m:sup>
                    </m:sSup>
                  </m:e>
                </m:d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e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m:t>H</m:t>
                                </m:r>
                              </m:e>
                              <m:sup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m:t>+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Arial" w:hAnsi="Arial" w:cs="Arial"/>
                    <w:sz w:val="24"/>
                    <w:szCs w:val="24"/>
                  </w:rPr>
                  <w:br/>
                </m:r>
              </m:oMath>
            </m:oMathPara>
            <w:r w:rsidRPr="00DC1613">
              <w:rPr>
                <w:rFonts w:ascii="Arial" w:hAnsi="Arial" w:cs="Arial"/>
                <w:sz w:val="24"/>
                <w:szCs w:val="24"/>
              </w:rPr>
              <w:t xml:space="preserve">d’où : </w:t>
            </w:r>
            <m:oMath>
              <m:r>
                <m:rPr>
                  <m:nor/>
                </m:rPr>
                <w:rPr>
                  <w:rFonts w:ascii="Arial" w:hAnsi="Arial" w:cs="Arial"/>
                  <w:sz w:val="24"/>
                  <w:szCs w:val="24"/>
                </w:rPr>
                <m:t>p</m:t>
              </m:r>
              <m:r>
                <m:rPr>
                  <m:nor/>
                </m:rPr>
                <w:rPr>
                  <w:rFonts w:ascii="Cambria Math" w:hAnsi="Cambria Math" w:cs="Arial"/>
                  <w:sz w:val="24"/>
                  <w:szCs w:val="24"/>
                </w:rPr>
                <m:t>H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d>
                <m:dPr>
                  <m:endChr m:val="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4"/>
                      <w:szCs w:val="24"/>
                    </w:rPr>
                    <m:t>p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c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-</m:t>
              </m:r>
              <m:r>
                <m:rPr>
                  <m:nor/>
                </m:rPr>
                <w:rPr>
                  <w:rFonts w:ascii="Arial" w:hAnsi="Arial" w:cs="Arial"/>
                  <w:sz w:val="24"/>
                  <w:szCs w:val="24"/>
                </w:rPr>
                <m:t>p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4"/>
                      <w:szCs w:val="24"/>
                    </w:rPr>
                    <m:t>s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>)+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pt-PT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4"/>
                      <w:szCs w:val="24"/>
                    </w:rPr>
                    <m:t>p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  <w:lang w:val="pt-PT"/>
                    </w:rPr>
                    <m:t>K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  <w:lang w:val="pt-PT"/>
                    </w:rPr>
                    <m:t>e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den>
              </m:f>
              <m:d>
                <m:dPr>
                  <m:endChr m:val="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 xml:space="preserve">-16)+14=7 </m:t>
              </m:r>
            </m:oMath>
            <w:r w:rsidRPr="00DC16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1613" w:rsidRPr="00DC1613">
              <w:rPr>
                <w:rFonts w:ascii="Arial" w:hAnsi="Arial" w:cs="Arial"/>
                <w:sz w:val="24"/>
                <w:szCs w:val="24"/>
              </w:rPr>
              <w:br/>
              <w:t>Lecture correcte de l’abscisse de la fronti</w:t>
            </w:r>
            <w:r w:rsidR="00996624">
              <w:rPr>
                <w:rFonts w:ascii="Arial" w:hAnsi="Arial" w:cs="Arial"/>
                <w:sz w:val="24"/>
                <w:szCs w:val="24"/>
              </w:rPr>
              <w:t>è</w:t>
            </w:r>
            <w:r w:rsidR="00DC1613" w:rsidRPr="00DC1613">
              <w:rPr>
                <w:rFonts w:ascii="Arial" w:hAnsi="Arial" w:cs="Arial"/>
                <w:sz w:val="24"/>
                <w:szCs w:val="24"/>
              </w:rPr>
              <w:t xml:space="preserve">re verticale. </w:t>
            </w:r>
          </w:p>
          <w:p w14:paraId="2E84F00A" w14:textId="37FC2915" w:rsidR="008C6F9A" w:rsidRDefault="00FB66CD" w:rsidP="000E7878">
            <w:pPr>
              <w:numPr>
                <w:ilvl w:val="2"/>
                <w:numId w:val="16"/>
              </w:numPr>
              <w:spacing w:before="120" w:after="120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FB66CD">
              <w:rPr>
                <w:rFonts w:ascii="Arial" w:hAnsi="Arial" w:cs="Arial"/>
                <w:sz w:val="24"/>
                <w:szCs w:val="24"/>
                <w:lang w:val="pt-PT"/>
              </w:rPr>
              <w:t>H</w:t>
            </w:r>
            <w:r w:rsidRPr="00FB66CD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Pr="00FB66CD">
              <w:rPr>
                <w:rFonts w:ascii="Arial" w:hAnsi="Arial" w:cs="Arial"/>
                <w:sz w:val="24"/>
                <w:szCs w:val="24"/>
                <w:lang w:val="pt-PT"/>
              </w:rPr>
              <w:t>PO</w:t>
            </w:r>
            <w:r w:rsidRPr="00FB66CD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3</w:t>
            </w:r>
            <w:r w:rsidRPr="00AE30EB">
              <w:rPr>
                <w:rFonts w:ascii="Symbol" w:hAnsi="Symbol" w:cs="Arial"/>
                <w:sz w:val="24"/>
                <w:szCs w:val="24"/>
                <w:vertAlign w:val="superscript"/>
                <w:lang w:val="de-DE"/>
              </w:rPr>
              <w:t></w:t>
            </w:r>
            <w:r w:rsidRPr="00FB66CD">
              <w:rPr>
                <w:rFonts w:ascii="Arial" w:hAnsi="Arial" w:cs="Arial"/>
                <w:sz w:val="24"/>
                <w:szCs w:val="24"/>
                <w:vertAlign w:val="superscript"/>
                <w:lang w:val="pt-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 xml:space="preserve"> </w:t>
            </w:r>
            <w:r w:rsidR="00DC1613" w:rsidRPr="00FB66CD">
              <w:rPr>
                <w:rFonts w:ascii="Arial" w:hAnsi="Arial" w:cs="Arial"/>
                <w:sz w:val="24"/>
                <w:szCs w:val="24"/>
                <w:lang w:val="pt-PT"/>
              </w:rPr>
              <w:t>+ 2 H</w:t>
            </w:r>
            <w:r w:rsidR="00DC1613" w:rsidRPr="00FB66CD">
              <w:rPr>
                <w:rFonts w:ascii="Arial" w:hAnsi="Arial" w:cs="Arial"/>
                <w:sz w:val="24"/>
                <w:szCs w:val="24"/>
                <w:vertAlign w:val="superscript"/>
                <w:lang w:val="pt-PT"/>
              </w:rPr>
              <w:t>+</w:t>
            </w:r>
            <w:r w:rsidRPr="00FB66CD">
              <w:rPr>
                <w:rFonts w:ascii="Arial" w:hAnsi="Arial" w:cs="Arial"/>
                <w:sz w:val="24"/>
                <w:szCs w:val="24"/>
                <w:lang w:val="pt-PT"/>
              </w:rPr>
              <w:t xml:space="preserve"> +</w:t>
            </w:r>
            <w:r>
              <w:rPr>
                <w:rFonts w:ascii="Arial" w:hAnsi="Arial" w:cs="Arial"/>
                <w:sz w:val="24"/>
                <w:szCs w:val="24"/>
                <w:lang w:val="pt-PT"/>
              </w:rPr>
              <w:t xml:space="preserve"> 2e</w:t>
            </w:r>
            <w:r w:rsidRPr="00AE30EB">
              <w:rPr>
                <w:rFonts w:ascii="Symbol" w:hAnsi="Symbol" w:cs="Arial"/>
                <w:sz w:val="24"/>
                <w:szCs w:val="24"/>
                <w:vertAlign w:val="superscript"/>
                <w:lang w:val="de-DE"/>
              </w:rPr>
              <w:t></w:t>
            </w:r>
            <w:r w:rsidRPr="00FB66CD">
              <w:rPr>
                <w:rFonts w:ascii="Arial" w:hAnsi="Arial" w:cs="Arial"/>
                <w:sz w:val="24"/>
                <w:szCs w:val="24"/>
                <w:lang w:val="pt-PT"/>
              </w:rPr>
              <w:t xml:space="preserve"> </w:t>
            </w:r>
            <w:r w:rsidR="00DC1613" w:rsidRPr="00FB66CD">
              <w:rPr>
                <w:rFonts w:ascii="Arial" w:hAnsi="Arial" w:cs="Arial"/>
                <w:sz w:val="24"/>
                <w:szCs w:val="24"/>
                <w:lang w:val="pt-PT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⇌</m:t>
              </m:r>
            </m:oMath>
            <w:r w:rsidR="00DC1613" w:rsidRPr="00FB66CD">
              <w:rPr>
                <w:rFonts w:ascii="Arial" w:hAnsi="Arial" w:cs="Arial"/>
                <w:sz w:val="24"/>
                <w:szCs w:val="24"/>
                <w:lang w:val="pt-PT"/>
              </w:rPr>
              <w:t xml:space="preserve"> </w:t>
            </w:r>
            <w:r w:rsidRPr="00FB66CD">
              <w:rPr>
                <w:rFonts w:ascii="Arial" w:hAnsi="Arial" w:cs="Arial"/>
                <w:sz w:val="24"/>
                <w:szCs w:val="24"/>
                <w:lang w:val="pt-PT"/>
              </w:rPr>
              <w:t>H</w:t>
            </w:r>
            <w:r w:rsidRPr="00FB66CD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Pr="00FB66CD">
              <w:rPr>
                <w:rFonts w:ascii="Arial" w:hAnsi="Arial" w:cs="Arial"/>
                <w:sz w:val="24"/>
                <w:szCs w:val="24"/>
                <w:lang w:val="pt-PT"/>
              </w:rPr>
              <w:t>PO</w:t>
            </w:r>
            <w:r w:rsidRPr="00FB66CD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Pr="00AE30EB">
              <w:rPr>
                <w:rFonts w:ascii="Symbol" w:hAnsi="Symbol" w:cs="Arial"/>
                <w:sz w:val="24"/>
                <w:szCs w:val="24"/>
                <w:vertAlign w:val="superscript"/>
                <w:lang w:val="de-DE"/>
              </w:rPr>
              <w:t></w:t>
            </w:r>
            <w:r w:rsidRPr="00FB66CD">
              <w:rPr>
                <w:rFonts w:ascii="Arial" w:hAnsi="Arial" w:cs="Arial"/>
                <w:sz w:val="24"/>
                <w:szCs w:val="24"/>
                <w:lang w:val="pt-PT"/>
              </w:rPr>
              <w:t xml:space="preserve"> </w:t>
            </w:r>
            <w:r w:rsidR="00DC1613" w:rsidRPr="00FB66CD">
              <w:rPr>
                <w:rFonts w:ascii="Arial" w:hAnsi="Arial" w:cs="Arial"/>
                <w:sz w:val="24"/>
                <w:szCs w:val="24"/>
                <w:lang w:val="pt-PT"/>
              </w:rPr>
              <w:t>+ H</w:t>
            </w:r>
            <w:r w:rsidR="00DC1613" w:rsidRPr="00FB66CD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="00DC1613" w:rsidRPr="00FB66CD">
              <w:rPr>
                <w:rFonts w:ascii="Arial" w:hAnsi="Arial" w:cs="Arial"/>
                <w:sz w:val="24"/>
                <w:szCs w:val="24"/>
                <w:lang w:val="pt-PT"/>
              </w:rPr>
              <w:t>O</w:t>
            </w:r>
            <w:r>
              <w:rPr>
                <w:rFonts w:ascii="Arial" w:hAnsi="Arial" w:cs="Arial"/>
                <w:sz w:val="24"/>
                <w:szCs w:val="24"/>
                <w:lang w:val="pt-PT"/>
              </w:rPr>
              <w:br/>
            </w:r>
            <w:r w:rsidR="00CE4F47">
              <w:rPr>
                <w:rFonts w:ascii="Arial" w:hAnsi="Arial" w:cs="Arial"/>
                <w:sz w:val="24"/>
                <w:szCs w:val="24"/>
                <w:lang w:val="pt-PT"/>
              </w:rPr>
              <w:t xml:space="preserve">Nernst : </w:t>
            </w:r>
            <w:r w:rsidR="00CE4F47" w:rsidRPr="00FB66CD">
              <w:rPr>
                <w:rFonts w:ascii="Arial" w:hAnsi="Arial" w:cs="Arial"/>
                <w:i/>
                <w:iCs/>
                <w:sz w:val="24"/>
                <w:szCs w:val="24"/>
                <w:lang w:val="pt-PT"/>
              </w:rPr>
              <w:t>E</w:t>
            </w:r>
            <w:r w:rsidR="00CE4F47">
              <w:rPr>
                <w:rFonts w:ascii="Arial" w:hAnsi="Arial" w:cs="Arial"/>
                <w:i/>
                <w:iCs/>
                <w:sz w:val="24"/>
                <w:szCs w:val="24"/>
                <w:lang w:val="pt-PT"/>
              </w:rPr>
              <w:t xml:space="preserve"> = E° + </w:t>
            </w:r>
            <w:r w:rsidR="00CE4F47">
              <w:rPr>
                <w:rFonts w:ascii="Arial" w:hAnsi="Arial" w:cs="Arial"/>
                <w:sz w:val="24"/>
                <w:szCs w:val="24"/>
                <w:lang w:val="pt-PT"/>
              </w:rPr>
              <w:t>0,03log[H</w:t>
            </w:r>
            <w:r w:rsidR="00CE4F47" w:rsidRPr="0042793B">
              <w:rPr>
                <w:rFonts w:ascii="Arial" w:hAnsi="Arial" w:cs="Arial"/>
                <w:sz w:val="24"/>
                <w:szCs w:val="24"/>
                <w:vertAlign w:val="superscript"/>
                <w:lang w:val="pt-PT"/>
              </w:rPr>
              <w:t>+</w:t>
            </w:r>
            <w:r w:rsidR="00CE4F47">
              <w:rPr>
                <w:rFonts w:ascii="Arial" w:hAnsi="Arial" w:cs="Arial"/>
                <w:sz w:val="24"/>
                <w:szCs w:val="24"/>
                <w:lang w:val="pt-PT"/>
              </w:rPr>
              <w:t>]</w:t>
            </w:r>
            <w:r w:rsidR="00CE4F47" w:rsidRPr="0042793B">
              <w:rPr>
                <w:rFonts w:ascii="Arial" w:hAnsi="Arial" w:cs="Arial"/>
                <w:sz w:val="24"/>
                <w:szCs w:val="24"/>
                <w:vertAlign w:val="superscript"/>
                <w:lang w:val="pt-PT"/>
              </w:rPr>
              <w:t>2</w:t>
            </w:r>
            <w:r w:rsidR="00CE4F47" w:rsidRPr="007B7E73">
              <w:rPr>
                <w:rFonts w:ascii="Arial" w:hAnsi="Arial" w:cs="Arial"/>
                <w:sz w:val="24"/>
                <w:szCs w:val="24"/>
              </w:rPr>
              <w:t>·</w:t>
            </w:r>
            <w:r w:rsidR="00CE4F47">
              <w:rPr>
                <w:rFonts w:ascii="Arial" w:hAnsi="Arial" w:cs="Arial"/>
                <w:sz w:val="24"/>
                <w:szCs w:val="24"/>
                <w:lang w:val="pt-PT"/>
              </w:rPr>
              <w:t>[</w:t>
            </w:r>
            <w:r w:rsidR="00CE4F47" w:rsidRPr="00FB66CD">
              <w:rPr>
                <w:rFonts w:ascii="Arial" w:hAnsi="Arial" w:cs="Arial"/>
                <w:sz w:val="24"/>
                <w:szCs w:val="24"/>
                <w:lang w:val="pt-PT"/>
              </w:rPr>
              <w:t>H</w:t>
            </w:r>
            <w:r w:rsidR="00CE4F47" w:rsidRPr="00FB66CD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="00CE4F47" w:rsidRPr="00FB66CD">
              <w:rPr>
                <w:rFonts w:ascii="Arial" w:hAnsi="Arial" w:cs="Arial"/>
                <w:sz w:val="24"/>
                <w:szCs w:val="24"/>
                <w:lang w:val="pt-PT"/>
              </w:rPr>
              <w:t>PO</w:t>
            </w:r>
            <w:r w:rsidR="00CE4F47" w:rsidRPr="00FB66CD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3</w:t>
            </w:r>
            <w:r w:rsidR="00CE4F47" w:rsidRPr="00AE30EB">
              <w:rPr>
                <w:rFonts w:ascii="Symbol" w:hAnsi="Symbol" w:cs="Arial"/>
                <w:sz w:val="24"/>
                <w:szCs w:val="24"/>
                <w:vertAlign w:val="superscript"/>
                <w:lang w:val="de-DE"/>
              </w:rPr>
              <w:t></w:t>
            </w:r>
            <w:r w:rsidR="00CE4F47" w:rsidRPr="00FB66CD">
              <w:rPr>
                <w:rFonts w:ascii="Arial" w:hAnsi="Arial" w:cs="Arial"/>
                <w:sz w:val="24"/>
                <w:szCs w:val="24"/>
                <w:vertAlign w:val="superscript"/>
                <w:lang w:val="pt-PT"/>
              </w:rPr>
              <w:t xml:space="preserve"> </w:t>
            </w:r>
            <w:r w:rsidR="00CE4F4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 xml:space="preserve"> </w:t>
            </w:r>
            <w:r w:rsidR="00CE4F47">
              <w:rPr>
                <w:rFonts w:ascii="Arial" w:hAnsi="Arial" w:cs="Arial"/>
                <w:sz w:val="24"/>
                <w:szCs w:val="24"/>
                <w:lang w:val="pt-PT"/>
              </w:rPr>
              <w:t>]</w:t>
            </w:r>
            <w:r w:rsidR="00CE4F47">
              <w:rPr>
                <w:rFonts w:ascii="Arial" w:hAnsi="Arial" w:cs="Arial"/>
                <w:sz w:val="24"/>
                <w:szCs w:val="24"/>
                <w:lang w:val="pt-PT"/>
              </w:rPr>
              <w:t>/</w:t>
            </w:r>
            <w:r w:rsidR="00CE4F47">
              <w:rPr>
                <w:rFonts w:ascii="Arial" w:hAnsi="Arial" w:cs="Arial"/>
                <w:sz w:val="24"/>
                <w:szCs w:val="24"/>
                <w:lang w:val="pt-PT"/>
              </w:rPr>
              <w:t>[</w:t>
            </w:r>
            <w:r w:rsidR="00CE4F47" w:rsidRPr="00FB66CD">
              <w:rPr>
                <w:rFonts w:ascii="Arial" w:hAnsi="Arial" w:cs="Arial"/>
                <w:sz w:val="24"/>
                <w:szCs w:val="24"/>
                <w:lang w:val="pt-PT"/>
              </w:rPr>
              <w:t>H</w:t>
            </w:r>
            <w:r w:rsidR="00CE4F47" w:rsidRPr="00FB66CD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="00CE4F47" w:rsidRPr="00FB66CD">
              <w:rPr>
                <w:rFonts w:ascii="Arial" w:hAnsi="Arial" w:cs="Arial"/>
                <w:sz w:val="24"/>
                <w:szCs w:val="24"/>
                <w:lang w:val="pt-PT"/>
              </w:rPr>
              <w:t>PO</w:t>
            </w:r>
            <w:r w:rsidR="00CE4F47" w:rsidRPr="00FB66CD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="00CE4F47" w:rsidRPr="00AE30EB">
              <w:rPr>
                <w:rFonts w:ascii="Symbol" w:hAnsi="Symbol" w:cs="Arial"/>
                <w:sz w:val="24"/>
                <w:szCs w:val="24"/>
                <w:vertAlign w:val="superscript"/>
                <w:lang w:val="de-DE"/>
              </w:rPr>
              <w:t></w:t>
            </w:r>
            <w:r w:rsidR="00CE4F47">
              <w:rPr>
                <w:rFonts w:ascii="Arial" w:hAnsi="Arial" w:cs="Arial"/>
                <w:sz w:val="24"/>
                <w:szCs w:val="24"/>
                <w:lang w:val="pt-PT"/>
              </w:rPr>
              <w:t>]</w:t>
            </w:r>
          </w:p>
          <w:p w14:paraId="6DE4D4F3" w14:textId="6C7062A3" w:rsidR="000910DE" w:rsidRPr="000910DE" w:rsidRDefault="00D94509" w:rsidP="000E7878">
            <w:pPr>
              <w:numPr>
                <w:ilvl w:val="2"/>
                <w:numId w:val="16"/>
              </w:numPr>
              <w:spacing w:before="120" w:after="120"/>
              <w:rPr>
                <w:rFonts w:ascii="Arial" w:hAnsi="Arial" w:cs="Arial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sz w:val="24"/>
                <w:szCs w:val="24"/>
                <w:lang w:val="pt-PT"/>
              </w:rPr>
              <w:t xml:space="preserve">Nernst : </w:t>
            </w:r>
            <w:r w:rsidR="00FB66CD" w:rsidRPr="00FB66CD">
              <w:rPr>
                <w:rFonts w:ascii="Arial" w:hAnsi="Arial" w:cs="Arial"/>
                <w:i/>
                <w:iCs/>
                <w:sz w:val="24"/>
                <w:szCs w:val="24"/>
                <w:lang w:val="pt-PT"/>
              </w:rPr>
              <w:t>E</w:t>
            </w:r>
            <w:r w:rsidR="00FB66CD">
              <w:rPr>
                <w:rFonts w:ascii="Arial" w:hAnsi="Arial" w:cs="Arial"/>
                <w:i/>
                <w:iCs/>
                <w:sz w:val="24"/>
                <w:szCs w:val="24"/>
                <w:lang w:val="pt-PT"/>
              </w:rPr>
              <w:t xml:space="preserve"> = E</w:t>
            </w:r>
            <w:r w:rsidR="0042793B">
              <w:rPr>
                <w:rFonts w:ascii="Arial" w:hAnsi="Arial" w:cs="Arial"/>
                <w:i/>
                <w:iCs/>
                <w:sz w:val="24"/>
                <w:szCs w:val="24"/>
                <w:lang w:val="pt-PT"/>
              </w:rPr>
              <w:t xml:space="preserve">° + </w:t>
            </w:r>
            <w:r w:rsidR="0042793B">
              <w:rPr>
                <w:rFonts w:ascii="Arial" w:hAnsi="Arial" w:cs="Arial"/>
                <w:sz w:val="24"/>
                <w:szCs w:val="24"/>
                <w:lang w:val="pt-PT"/>
              </w:rPr>
              <w:t>0,03log[H</w:t>
            </w:r>
            <w:r w:rsidR="0042793B" w:rsidRPr="0042793B">
              <w:rPr>
                <w:rFonts w:ascii="Arial" w:hAnsi="Arial" w:cs="Arial"/>
                <w:sz w:val="24"/>
                <w:szCs w:val="24"/>
                <w:vertAlign w:val="superscript"/>
                <w:lang w:val="pt-PT"/>
              </w:rPr>
              <w:t>+</w:t>
            </w:r>
            <w:r w:rsidR="0042793B">
              <w:rPr>
                <w:rFonts w:ascii="Arial" w:hAnsi="Arial" w:cs="Arial"/>
                <w:sz w:val="24"/>
                <w:szCs w:val="24"/>
                <w:lang w:val="pt-PT"/>
              </w:rPr>
              <w:t>]</w:t>
            </w:r>
            <w:r w:rsidR="0042793B" w:rsidRPr="0042793B">
              <w:rPr>
                <w:rFonts w:ascii="Arial" w:hAnsi="Arial" w:cs="Arial"/>
                <w:sz w:val="24"/>
                <w:szCs w:val="24"/>
                <w:vertAlign w:val="superscript"/>
                <w:lang w:val="pt-PT"/>
              </w:rPr>
              <w:t>2</w:t>
            </w:r>
            <w:r w:rsidR="0042793B">
              <w:rPr>
                <w:rFonts w:ascii="Arial" w:hAnsi="Arial" w:cs="Arial"/>
                <w:sz w:val="24"/>
                <w:szCs w:val="24"/>
                <w:lang w:val="pt-PT"/>
              </w:rPr>
              <w:t xml:space="preserve"> </w:t>
            </w:r>
            <w:r w:rsidR="0042793B">
              <w:rPr>
                <w:rFonts w:ascii="Arial" w:hAnsi="Arial" w:cs="Arial"/>
                <w:i/>
                <w:iCs/>
                <w:sz w:val="24"/>
                <w:szCs w:val="24"/>
                <w:lang w:val="pt-PT"/>
              </w:rPr>
              <w:t xml:space="preserve">+ </w:t>
            </w:r>
            <w:r w:rsidR="0042793B">
              <w:rPr>
                <w:rFonts w:ascii="Arial" w:hAnsi="Arial" w:cs="Arial"/>
                <w:sz w:val="24"/>
                <w:szCs w:val="24"/>
                <w:lang w:val="pt-PT"/>
              </w:rPr>
              <w:t>0,03log[</w:t>
            </w:r>
            <w:r w:rsidR="0042793B" w:rsidRPr="00FB66CD">
              <w:rPr>
                <w:rFonts w:ascii="Arial" w:hAnsi="Arial" w:cs="Arial"/>
                <w:sz w:val="24"/>
                <w:szCs w:val="24"/>
                <w:lang w:val="pt-PT"/>
              </w:rPr>
              <w:t>H</w:t>
            </w:r>
            <w:r w:rsidR="0042793B" w:rsidRPr="00FB66CD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="0042793B" w:rsidRPr="00FB66CD">
              <w:rPr>
                <w:rFonts w:ascii="Arial" w:hAnsi="Arial" w:cs="Arial"/>
                <w:sz w:val="24"/>
                <w:szCs w:val="24"/>
                <w:lang w:val="pt-PT"/>
              </w:rPr>
              <w:t>PO</w:t>
            </w:r>
            <w:r w:rsidR="0042793B" w:rsidRPr="00FB66CD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3</w:t>
            </w:r>
            <w:r w:rsidR="0042793B" w:rsidRPr="00AE30EB">
              <w:rPr>
                <w:rFonts w:ascii="Symbol" w:hAnsi="Symbol" w:cs="Arial"/>
                <w:sz w:val="24"/>
                <w:szCs w:val="24"/>
                <w:vertAlign w:val="superscript"/>
                <w:lang w:val="de-DE"/>
              </w:rPr>
              <w:t></w:t>
            </w:r>
            <w:r w:rsidR="0042793B" w:rsidRPr="00FB66CD">
              <w:rPr>
                <w:rFonts w:ascii="Arial" w:hAnsi="Arial" w:cs="Arial"/>
                <w:sz w:val="24"/>
                <w:szCs w:val="24"/>
                <w:vertAlign w:val="superscript"/>
                <w:lang w:val="pt-PT"/>
              </w:rPr>
              <w:t xml:space="preserve"> </w:t>
            </w:r>
            <w:r w:rsidR="0042793B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 xml:space="preserve"> </w:t>
            </w:r>
            <w:r w:rsidR="0042793B">
              <w:rPr>
                <w:rFonts w:ascii="Arial" w:hAnsi="Arial" w:cs="Arial"/>
                <w:sz w:val="24"/>
                <w:szCs w:val="24"/>
                <w:lang w:val="pt-PT"/>
              </w:rPr>
              <w:t>] -</w:t>
            </w:r>
            <w:r w:rsidR="0042793B">
              <w:rPr>
                <w:rFonts w:ascii="Arial" w:hAnsi="Arial" w:cs="Arial"/>
                <w:i/>
                <w:iCs/>
                <w:sz w:val="24"/>
                <w:szCs w:val="24"/>
                <w:lang w:val="pt-PT"/>
              </w:rPr>
              <w:t xml:space="preserve"> </w:t>
            </w:r>
            <w:r w:rsidR="0042793B">
              <w:rPr>
                <w:rFonts w:ascii="Arial" w:hAnsi="Arial" w:cs="Arial"/>
                <w:sz w:val="24"/>
                <w:szCs w:val="24"/>
                <w:lang w:val="pt-PT"/>
              </w:rPr>
              <w:t>0,03log[</w:t>
            </w:r>
            <w:r w:rsidR="0042793B" w:rsidRPr="00FB66CD">
              <w:rPr>
                <w:rFonts w:ascii="Arial" w:hAnsi="Arial" w:cs="Arial"/>
                <w:sz w:val="24"/>
                <w:szCs w:val="24"/>
                <w:lang w:val="pt-PT"/>
              </w:rPr>
              <w:t>H</w:t>
            </w:r>
            <w:r w:rsidR="0042793B" w:rsidRPr="00FB66CD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="0042793B" w:rsidRPr="00FB66CD">
              <w:rPr>
                <w:rFonts w:ascii="Arial" w:hAnsi="Arial" w:cs="Arial"/>
                <w:sz w:val="24"/>
                <w:szCs w:val="24"/>
                <w:lang w:val="pt-PT"/>
              </w:rPr>
              <w:t>PO</w:t>
            </w:r>
            <w:r w:rsidR="0042793B" w:rsidRPr="00FB66CD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="0042793B" w:rsidRPr="00AE30EB">
              <w:rPr>
                <w:rFonts w:ascii="Symbol" w:hAnsi="Symbol" w:cs="Arial"/>
                <w:sz w:val="24"/>
                <w:szCs w:val="24"/>
                <w:vertAlign w:val="superscript"/>
                <w:lang w:val="de-DE"/>
              </w:rPr>
              <w:t></w:t>
            </w:r>
            <w:r w:rsidR="0042793B">
              <w:rPr>
                <w:rFonts w:ascii="Arial" w:hAnsi="Arial" w:cs="Arial"/>
                <w:sz w:val="24"/>
                <w:szCs w:val="24"/>
                <w:lang w:val="pt-PT"/>
              </w:rPr>
              <w:t>]</w:t>
            </w:r>
            <w:r w:rsidR="0042793B">
              <w:rPr>
                <w:rFonts w:ascii="Arial" w:hAnsi="Arial" w:cs="Arial"/>
                <w:sz w:val="24"/>
                <w:szCs w:val="24"/>
                <w:lang w:val="pt-PT"/>
              </w:rPr>
              <w:br/>
            </w:r>
            <w:r>
              <w:rPr>
                <w:rFonts w:ascii="Arial" w:hAnsi="Arial" w:cs="Arial"/>
                <w:sz w:val="24"/>
                <w:szCs w:val="24"/>
                <w:lang w:val="pt-PT"/>
              </w:rPr>
              <w:t xml:space="preserve">Après simplification : </w:t>
            </w:r>
            <w:r w:rsidRPr="00D94509">
              <w:rPr>
                <w:rFonts w:ascii="Arial" w:hAnsi="Arial" w:cs="Arial"/>
                <w:i/>
                <w:iCs/>
                <w:sz w:val="24"/>
                <w:szCs w:val="24"/>
                <w:lang w:val="pt-PT"/>
              </w:rPr>
              <w:t>E</w:t>
            </w:r>
            <w:r w:rsidR="0042793B">
              <w:rPr>
                <w:rFonts w:ascii="Arial" w:hAnsi="Arial" w:cs="Arial"/>
                <w:sz w:val="24"/>
                <w:szCs w:val="24"/>
                <w:lang w:val="pt-PT"/>
              </w:rPr>
              <w:t xml:space="preserve"> = </w:t>
            </w:r>
            <w:r w:rsidR="0042793B" w:rsidRPr="0042793B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– 0,5 – 0,06 x pH</w:t>
            </w:r>
          </w:p>
          <w:p w14:paraId="0865765D" w14:textId="051E5E5B" w:rsidR="00680E90" w:rsidRPr="00996624" w:rsidRDefault="00996624" w:rsidP="000E7878">
            <w:pPr>
              <w:numPr>
                <w:ilvl w:val="2"/>
                <w:numId w:val="1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96624">
              <w:rPr>
                <w:rFonts w:ascii="Arial" w:hAnsi="Arial" w:cs="Arial"/>
                <w:sz w:val="24"/>
                <w:szCs w:val="24"/>
              </w:rPr>
              <w:t>Tracé correct et espèces po</w:t>
            </w:r>
            <w:r>
              <w:rPr>
                <w:rFonts w:ascii="Arial" w:hAnsi="Arial" w:cs="Arial"/>
                <w:sz w:val="24"/>
                <w:szCs w:val="24"/>
              </w:rPr>
              <w:t>sitionnées au bon endroit.</w:t>
            </w:r>
          </w:p>
          <w:p w14:paraId="4BC57E4B" w14:textId="3045A1C3" w:rsidR="000910DE" w:rsidRPr="00996624" w:rsidRDefault="00996624" w:rsidP="000E7878">
            <w:pPr>
              <w:numPr>
                <w:ilvl w:val="2"/>
                <w:numId w:val="1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Domaines disjoints ou « règle du gamma » ou équivalent avec prise en compte du pH de travail.</w:t>
            </w:r>
          </w:p>
          <w:p w14:paraId="751B2B90" w14:textId="28B58197" w:rsidR="00E8218B" w:rsidRPr="00996624" w:rsidRDefault="00E8218B" w:rsidP="000910D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413D642" w14:textId="6B3775D6" w:rsidR="0084592D" w:rsidRDefault="00D344D7" w:rsidP="001E7F2E">
            <w:pPr>
              <w:spacing w:before="120"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 x </w:t>
            </w:r>
            <w:r w:rsidR="00826A5C">
              <w:rPr>
                <w:rFonts w:ascii="Arial" w:hAnsi="Arial" w:cs="Arial"/>
                <w:bCs/>
                <w:sz w:val="24"/>
                <w:szCs w:val="24"/>
              </w:rPr>
              <w:t>0,</w:t>
            </w: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826A5C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  <w:p w14:paraId="47BB3C30" w14:textId="1EB6F090" w:rsidR="00826A5C" w:rsidRDefault="001E7F2E" w:rsidP="00996624">
            <w:pPr>
              <w:spacing w:before="120"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="00996624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="00826A5C">
              <w:rPr>
                <w:rFonts w:ascii="Arial" w:hAnsi="Arial" w:cs="Arial"/>
                <w:bCs/>
                <w:sz w:val="24"/>
                <w:szCs w:val="24"/>
              </w:rPr>
              <w:t>0,</w:t>
            </w:r>
            <w:r w:rsidR="000910DE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  <w:p w14:paraId="5862093F" w14:textId="440997BE" w:rsidR="000910DE" w:rsidRDefault="000910DE" w:rsidP="00C31F77">
            <w:pPr>
              <w:spacing w:before="120"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F0F3668" w14:textId="19654FF6" w:rsidR="000910DE" w:rsidRDefault="000910DE" w:rsidP="00C31F77">
            <w:pPr>
              <w:spacing w:before="120"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0,5</w:t>
            </w:r>
          </w:p>
          <w:p w14:paraId="40DD10ED" w14:textId="1C325B56" w:rsidR="00826A5C" w:rsidRDefault="00996624" w:rsidP="001E7F2E">
            <w:pPr>
              <w:spacing w:before="120"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="001E7F2E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="001E7F2E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="000910DE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0910DE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DC1613">
              <w:rPr>
                <w:rFonts w:ascii="Arial" w:hAnsi="Arial" w:cs="Arial"/>
                <w:bCs/>
                <w:sz w:val="24"/>
                <w:szCs w:val="24"/>
              </w:rPr>
              <w:br/>
              <w:t>0,25</w:t>
            </w:r>
            <w:r w:rsidR="00D94509">
              <w:rPr>
                <w:rFonts w:ascii="Arial" w:hAnsi="Arial" w:cs="Arial"/>
                <w:bCs/>
                <w:sz w:val="24"/>
                <w:szCs w:val="24"/>
              </w:rPr>
              <w:br/>
            </w:r>
            <w:r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="0024695E">
              <w:rPr>
                <w:rFonts w:ascii="Arial" w:hAnsi="Arial" w:cs="Arial"/>
                <w:bCs/>
                <w:sz w:val="24"/>
                <w:szCs w:val="24"/>
              </w:rPr>
              <w:t xml:space="preserve">2 </w:t>
            </w:r>
            <w:r w:rsidR="0024695E">
              <w:rPr>
                <w:rFonts w:ascii="Arial" w:hAnsi="Arial" w:cs="Arial"/>
                <w:bCs/>
                <w:sz w:val="24"/>
                <w:szCs w:val="24"/>
              </w:rPr>
              <w:t>x</w:t>
            </w:r>
            <w:r w:rsidR="0024695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FB66CD">
              <w:rPr>
                <w:rFonts w:ascii="Arial" w:hAnsi="Arial" w:cs="Arial"/>
                <w:bCs/>
                <w:sz w:val="24"/>
                <w:szCs w:val="24"/>
              </w:rPr>
              <w:t>0,25</w:t>
            </w:r>
            <w:r w:rsidR="008C6F9A">
              <w:rPr>
                <w:rFonts w:ascii="Arial" w:hAnsi="Arial" w:cs="Arial"/>
                <w:bCs/>
                <w:sz w:val="24"/>
                <w:szCs w:val="24"/>
              </w:rPr>
              <w:br/>
            </w:r>
          </w:p>
          <w:p w14:paraId="3A67D9F4" w14:textId="6DED0D71" w:rsidR="000910DE" w:rsidRDefault="0042793B" w:rsidP="00996624">
            <w:pPr>
              <w:spacing w:before="120"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0,25</w:t>
            </w:r>
            <w:r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="005778CA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="00996624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="001E7F2E">
              <w:rPr>
                <w:rFonts w:ascii="Arial" w:hAnsi="Arial" w:cs="Arial"/>
                <w:bCs/>
                <w:sz w:val="24"/>
                <w:szCs w:val="24"/>
              </w:rPr>
              <w:t xml:space="preserve">3 x </w:t>
            </w:r>
            <w:r w:rsidR="00996624">
              <w:rPr>
                <w:rFonts w:ascii="Arial" w:hAnsi="Arial" w:cs="Arial"/>
                <w:bCs/>
                <w:sz w:val="24"/>
                <w:szCs w:val="24"/>
              </w:rPr>
              <w:t>0,25</w:t>
            </w:r>
            <w:r w:rsidR="00996624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="005778CA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="00996624">
              <w:rPr>
                <w:rFonts w:ascii="Arial" w:hAnsi="Arial" w:cs="Arial"/>
                <w:bCs/>
                <w:sz w:val="24"/>
                <w:szCs w:val="24"/>
              </w:rPr>
              <w:br/>
            </w:r>
            <w:r>
              <w:rPr>
                <w:rFonts w:ascii="Arial" w:hAnsi="Arial" w:cs="Arial"/>
                <w:bCs/>
                <w:sz w:val="24"/>
                <w:szCs w:val="24"/>
              </w:rPr>
              <w:t>0,</w:t>
            </w:r>
            <w:r w:rsidR="005778CA">
              <w:rPr>
                <w:rFonts w:ascii="Arial" w:hAnsi="Arial" w:cs="Arial"/>
                <w:bCs/>
                <w:sz w:val="24"/>
                <w:szCs w:val="24"/>
              </w:rPr>
              <w:t>7</w:t>
            </w:r>
            <w:r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  <w:p w14:paraId="3A5B66F8" w14:textId="2BB90F53" w:rsidR="005778CA" w:rsidRPr="00680E90" w:rsidRDefault="005778CA" w:rsidP="0084592D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3C87BCE0" w14:textId="77777777" w:rsidR="00271EAF" w:rsidRDefault="00271EA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334936B0" w14:textId="2E285269" w:rsidR="000C252D" w:rsidRPr="001D5DA7" w:rsidRDefault="000C252D" w:rsidP="002F2C16">
      <w:pPr>
        <w:rPr>
          <w:rFonts w:ascii="Arial" w:hAnsi="Arial" w:cs="Arial"/>
          <w:b/>
          <w:sz w:val="24"/>
          <w:szCs w:val="24"/>
        </w:rPr>
      </w:pPr>
      <w:r w:rsidRPr="001D5DA7">
        <w:rPr>
          <w:rFonts w:ascii="Arial" w:hAnsi="Arial" w:cs="Arial"/>
          <w:b/>
          <w:sz w:val="24"/>
          <w:szCs w:val="24"/>
        </w:rPr>
        <w:lastRenderedPageBreak/>
        <w:t xml:space="preserve">Exercice II – </w:t>
      </w:r>
      <w:r w:rsidR="002F2C16" w:rsidRPr="001D5DA7">
        <w:rPr>
          <w:rFonts w:ascii="Arial" w:hAnsi="Arial" w:cs="Arial"/>
          <w:b/>
          <w:sz w:val="24"/>
          <w:szCs w:val="24"/>
        </w:rPr>
        <w:t>Traitement</w:t>
      </w:r>
      <w:r w:rsidRPr="001D5DA7">
        <w:rPr>
          <w:rFonts w:ascii="Arial" w:hAnsi="Arial" w:cs="Arial"/>
          <w:b/>
          <w:sz w:val="24"/>
          <w:szCs w:val="24"/>
        </w:rPr>
        <w:t xml:space="preserve"> et recyclage des métaux – </w:t>
      </w:r>
      <w:r w:rsidR="004E0744">
        <w:rPr>
          <w:rFonts w:ascii="Arial" w:hAnsi="Arial" w:cs="Arial"/>
          <w:b/>
          <w:sz w:val="24"/>
          <w:szCs w:val="24"/>
        </w:rPr>
        <w:t>7,5</w:t>
      </w:r>
      <w:r w:rsidR="002F2C16">
        <w:rPr>
          <w:rFonts w:ascii="Arial" w:hAnsi="Arial" w:cs="Arial"/>
          <w:b/>
          <w:sz w:val="24"/>
          <w:szCs w:val="24"/>
        </w:rPr>
        <w:t xml:space="preserve"> </w:t>
      </w:r>
      <w:r w:rsidRPr="001D5DA7">
        <w:rPr>
          <w:rFonts w:ascii="Arial" w:hAnsi="Arial" w:cs="Arial"/>
          <w:b/>
          <w:sz w:val="24"/>
          <w:szCs w:val="24"/>
        </w:rPr>
        <w:t>points.</w:t>
      </w:r>
    </w:p>
    <w:p w14:paraId="1AC3BF21" w14:textId="49425B02" w:rsidR="004670B8" w:rsidRDefault="004670B8" w:rsidP="004670B8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6"/>
        <w:gridCol w:w="7428"/>
        <w:gridCol w:w="1407"/>
      </w:tblGrid>
      <w:tr w:rsidR="004C211B" w14:paraId="19ED13E7" w14:textId="77777777" w:rsidTr="00271EAF">
        <w:tc>
          <w:tcPr>
            <w:tcW w:w="8359" w:type="dxa"/>
            <w:gridSpan w:val="2"/>
          </w:tcPr>
          <w:p w14:paraId="648251A4" w14:textId="34FC0203" w:rsidR="004C211B" w:rsidRPr="0089060C" w:rsidRDefault="005778CA" w:rsidP="0089060C">
            <w:pPr>
              <w:pStyle w:val="Paragraphedeliste"/>
              <w:numPr>
                <w:ilvl w:val="0"/>
                <w:numId w:val="22"/>
              </w:numPr>
              <w:spacing w:before="120"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060C">
              <w:rPr>
                <w:rFonts w:ascii="Arial" w:hAnsi="Arial" w:cs="Arial"/>
                <w:b/>
                <w:bCs/>
                <w:sz w:val="24"/>
                <w:szCs w:val="24"/>
              </w:rPr>
              <w:t>Stabilité des solutions aqueuses d’eau oxygénée</w:t>
            </w:r>
          </w:p>
        </w:tc>
        <w:tc>
          <w:tcPr>
            <w:tcW w:w="1412" w:type="dxa"/>
          </w:tcPr>
          <w:p w14:paraId="7682FB3C" w14:textId="2B6EF05C" w:rsidR="004C211B" w:rsidRPr="00271EAF" w:rsidRDefault="00271EAF" w:rsidP="00292FA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71EAF">
              <w:rPr>
                <w:rFonts w:ascii="Arial" w:hAnsi="Arial" w:cs="Arial"/>
                <w:b/>
                <w:bCs/>
                <w:sz w:val="24"/>
                <w:szCs w:val="24"/>
              </w:rPr>
              <w:t>1,5 p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oin</w:t>
            </w:r>
            <w:r w:rsidRPr="00271EAF">
              <w:rPr>
                <w:rFonts w:ascii="Arial" w:hAnsi="Arial" w:cs="Arial"/>
                <w:b/>
                <w:bCs/>
                <w:sz w:val="24"/>
                <w:szCs w:val="24"/>
              </w:rPr>
              <w:t>ts</w:t>
            </w:r>
          </w:p>
        </w:tc>
      </w:tr>
      <w:tr w:rsidR="004C211B" w14:paraId="089D48C6" w14:textId="77777777" w:rsidTr="00271EAF">
        <w:tc>
          <w:tcPr>
            <w:tcW w:w="846" w:type="dxa"/>
          </w:tcPr>
          <w:p w14:paraId="0C07464F" w14:textId="07ED263D" w:rsidR="004C211B" w:rsidRPr="0089060C" w:rsidRDefault="004C211B" w:rsidP="0089060C">
            <w:pPr>
              <w:pStyle w:val="Paragraphedeliste"/>
              <w:numPr>
                <w:ilvl w:val="0"/>
                <w:numId w:val="23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14:paraId="0E20F87A" w14:textId="461509C5" w:rsidR="00A93EFA" w:rsidRPr="00A93EFA" w:rsidRDefault="004C211B" w:rsidP="007A6DA1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E°(</w:t>
            </w:r>
            <w:r w:rsidRPr="004424A6">
              <w:rPr>
                <w:rFonts w:ascii="Arial" w:hAnsi="Arial" w:cs="Arial"/>
                <w:sz w:val="24"/>
                <w:szCs w:val="24"/>
              </w:rPr>
              <w:t>H</w:t>
            </w:r>
            <w:r w:rsidRPr="004424A6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4424A6">
              <w:rPr>
                <w:rFonts w:ascii="Arial" w:hAnsi="Arial" w:cs="Arial"/>
                <w:sz w:val="24"/>
                <w:szCs w:val="24"/>
              </w:rPr>
              <w:t>O</w:t>
            </w:r>
            <w:r w:rsidRPr="004424A6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/H</w:t>
            </w:r>
            <w:r w:rsidRPr="00C738A1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O) &gt; E°(</w:t>
            </w:r>
            <w:r w:rsidRPr="004424A6">
              <w:rPr>
                <w:rFonts w:ascii="Arial" w:hAnsi="Arial" w:cs="Arial"/>
                <w:sz w:val="24"/>
                <w:szCs w:val="24"/>
              </w:rPr>
              <w:t>O</w:t>
            </w:r>
            <w:r w:rsidRPr="004424A6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4424A6">
              <w:rPr>
                <w:rFonts w:ascii="Arial" w:hAnsi="Arial" w:cs="Arial"/>
                <w:sz w:val="24"/>
                <w:szCs w:val="24"/>
              </w:rPr>
              <w:t>/H</w:t>
            </w:r>
            <w:r w:rsidRPr="004424A6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4424A6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 donc</w:t>
            </w:r>
            <w:r w:rsidR="00A93EFA">
              <w:rPr>
                <w:rFonts w:ascii="Arial" w:hAnsi="Arial" w:cs="Arial"/>
                <w:sz w:val="24"/>
                <w:szCs w:val="24"/>
              </w:rPr>
              <w:t xml:space="preserve"> selon ces valeur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424A6">
              <w:rPr>
                <w:rFonts w:ascii="Arial" w:hAnsi="Arial" w:cs="Arial"/>
                <w:sz w:val="24"/>
                <w:szCs w:val="24"/>
              </w:rPr>
              <w:t>H</w:t>
            </w:r>
            <w:r w:rsidRPr="004424A6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4424A6">
              <w:rPr>
                <w:rFonts w:ascii="Arial" w:hAnsi="Arial" w:cs="Arial"/>
                <w:sz w:val="24"/>
                <w:szCs w:val="24"/>
              </w:rPr>
              <w:t>O</w:t>
            </w:r>
            <w:r w:rsidRPr="004424A6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est meilleur oxydant que</w:t>
            </w:r>
            <w:r w:rsidR="00A93EFA">
              <w:rPr>
                <w:rFonts w:ascii="Arial" w:hAnsi="Arial" w:cs="Arial"/>
                <w:sz w:val="24"/>
                <w:szCs w:val="24"/>
              </w:rPr>
              <w:t xml:space="preserve"> O</w:t>
            </w:r>
            <w:r w:rsidR="00A93EFA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A93EFA">
              <w:rPr>
                <w:rFonts w:ascii="Arial" w:hAnsi="Arial" w:cs="Arial"/>
                <w:sz w:val="24"/>
                <w:szCs w:val="24"/>
              </w:rPr>
              <w:t xml:space="preserve"> et </w:t>
            </w:r>
            <w:r w:rsidR="00A93EFA" w:rsidRPr="004424A6">
              <w:rPr>
                <w:rFonts w:ascii="Arial" w:hAnsi="Arial" w:cs="Arial"/>
                <w:sz w:val="24"/>
                <w:szCs w:val="24"/>
              </w:rPr>
              <w:t>H</w:t>
            </w:r>
            <w:r w:rsidR="00A93EFA" w:rsidRPr="004424A6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A93EFA" w:rsidRPr="004424A6">
              <w:rPr>
                <w:rFonts w:ascii="Arial" w:hAnsi="Arial" w:cs="Arial"/>
                <w:sz w:val="24"/>
                <w:szCs w:val="24"/>
              </w:rPr>
              <w:t>O</w:t>
            </w:r>
            <w:r w:rsidR="00A93EFA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A93EFA">
              <w:rPr>
                <w:rFonts w:ascii="Arial" w:hAnsi="Arial" w:cs="Arial"/>
                <w:sz w:val="24"/>
                <w:szCs w:val="24"/>
              </w:rPr>
              <w:t xml:space="preserve"> est meilleur réducteur que H</w:t>
            </w:r>
            <w:r w:rsidR="00A93EFA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A93EFA">
              <w:rPr>
                <w:rFonts w:ascii="Arial" w:hAnsi="Arial" w:cs="Arial"/>
                <w:sz w:val="24"/>
                <w:szCs w:val="24"/>
              </w:rPr>
              <w:t>O donc une réaction de dismutation peut se produire</w:t>
            </w:r>
            <w:r w:rsidR="00D94509">
              <w:rPr>
                <w:rFonts w:ascii="Arial" w:hAnsi="Arial" w:cs="Arial"/>
                <w:sz w:val="24"/>
                <w:szCs w:val="24"/>
              </w:rPr>
              <w:t> :</w:t>
            </w:r>
            <w:r w:rsidR="00A93EFA">
              <w:rPr>
                <w:rFonts w:ascii="Arial" w:hAnsi="Arial" w:cs="Arial"/>
                <w:sz w:val="24"/>
                <w:szCs w:val="24"/>
              </w:rPr>
              <w:t xml:space="preserve"> H</w:t>
            </w:r>
            <w:r w:rsidR="00A93EFA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A93EFA">
              <w:rPr>
                <w:rFonts w:ascii="Arial" w:hAnsi="Arial" w:cs="Arial"/>
                <w:sz w:val="24"/>
                <w:szCs w:val="24"/>
              </w:rPr>
              <w:t>O</w:t>
            </w:r>
            <w:r w:rsidR="00A93EFA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A93EFA">
              <w:rPr>
                <w:rFonts w:ascii="Arial" w:hAnsi="Arial" w:cs="Arial"/>
                <w:sz w:val="24"/>
                <w:szCs w:val="24"/>
              </w:rPr>
              <w:t xml:space="preserve"> n’est pas stable.</w:t>
            </w:r>
          </w:p>
        </w:tc>
        <w:tc>
          <w:tcPr>
            <w:tcW w:w="1412" w:type="dxa"/>
          </w:tcPr>
          <w:p w14:paraId="37AB6A10" w14:textId="77777777" w:rsidR="00D94509" w:rsidRDefault="00D94509" w:rsidP="00292FA4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1E92781" w14:textId="54FAE18B" w:rsidR="004C211B" w:rsidRDefault="00A93EFA" w:rsidP="00292FA4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93EFA" w14:paraId="539FED44" w14:textId="77777777" w:rsidTr="00271EAF">
        <w:tc>
          <w:tcPr>
            <w:tcW w:w="846" w:type="dxa"/>
          </w:tcPr>
          <w:p w14:paraId="67D161DE" w14:textId="69D53771" w:rsidR="00A93EFA" w:rsidRPr="0089060C" w:rsidRDefault="00A93EFA" w:rsidP="0089060C">
            <w:pPr>
              <w:pStyle w:val="Paragraphedeliste"/>
              <w:numPr>
                <w:ilvl w:val="0"/>
                <w:numId w:val="23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14:paraId="66A473FD" w14:textId="69A9A322" w:rsidR="00A93EFA" w:rsidRDefault="00A93EFA" w:rsidP="004C211B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réaction est lente.</w:t>
            </w:r>
          </w:p>
        </w:tc>
        <w:tc>
          <w:tcPr>
            <w:tcW w:w="1412" w:type="dxa"/>
          </w:tcPr>
          <w:p w14:paraId="4E0291CB" w14:textId="2DBF651A" w:rsidR="00A93EFA" w:rsidRDefault="00A93EFA" w:rsidP="00292FA4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</w:tr>
      <w:tr w:rsidR="00461A57" w14:paraId="4958DB94" w14:textId="77777777" w:rsidTr="00271EAF">
        <w:tc>
          <w:tcPr>
            <w:tcW w:w="8359" w:type="dxa"/>
            <w:gridSpan w:val="2"/>
          </w:tcPr>
          <w:p w14:paraId="23090503" w14:textId="6B11A2EF" w:rsidR="00461A57" w:rsidRPr="0089060C" w:rsidRDefault="00461A57" w:rsidP="0089060C">
            <w:pPr>
              <w:pStyle w:val="Paragraphedeliste"/>
              <w:numPr>
                <w:ilvl w:val="0"/>
                <w:numId w:val="22"/>
              </w:num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9060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5778CA" w:rsidRPr="0089060C">
              <w:rPr>
                <w:rFonts w:ascii="Arial" w:hAnsi="Arial" w:cs="Arial"/>
                <w:b/>
                <w:bCs/>
                <w:sz w:val="24"/>
                <w:szCs w:val="24"/>
              </w:rPr>
              <w:t>Etude de la sélectivité de la 1</w:t>
            </w:r>
            <w:r w:rsidR="005778CA" w:rsidRPr="0089060C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e</w:t>
            </w:r>
            <w:r w:rsidR="005778CA" w:rsidRPr="0089060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étape (</w:t>
            </w:r>
            <w:r w:rsidR="005778CA" w:rsidRPr="0089060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Step I</w:t>
            </w:r>
            <w:r w:rsidR="005778CA" w:rsidRPr="0089060C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2" w:type="dxa"/>
          </w:tcPr>
          <w:p w14:paraId="2C11FE63" w14:textId="5DD37895" w:rsidR="00461A57" w:rsidRPr="00271EAF" w:rsidRDefault="00271EAF" w:rsidP="00292FA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271EA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oin</w:t>
            </w:r>
            <w:r w:rsidRPr="00271EAF">
              <w:rPr>
                <w:rFonts w:ascii="Arial" w:hAnsi="Arial" w:cs="Arial"/>
                <w:b/>
                <w:bCs/>
                <w:sz w:val="24"/>
                <w:szCs w:val="24"/>
              </w:rPr>
              <w:t>ts</w:t>
            </w:r>
          </w:p>
        </w:tc>
      </w:tr>
      <w:tr w:rsidR="00461A57" w14:paraId="6BB5BD5A" w14:textId="77777777" w:rsidTr="00271EAF">
        <w:tc>
          <w:tcPr>
            <w:tcW w:w="846" w:type="dxa"/>
          </w:tcPr>
          <w:p w14:paraId="70EC9EC5" w14:textId="7CC95A84" w:rsidR="00461A57" w:rsidRPr="0089060C" w:rsidRDefault="00461A57" w:rsidP="0089060C">
            <w:pPr>
              <w:pStyle w:val="Paragraphedeliste"/>
              <w:numPr>
                <w:ilvl w:val="0"/>
                <w:numId w:val="23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14:paraId="036751BC" w14:textId="20FD306D" w:rsidR="00461A57" w:rsidRPr="00C64567" w:rsidRDefault="00461A57" w:rsidP="007A6DA1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Puisqu’il s’agit de l’oxydation des métaux, l’eau oxygénée joue le rôle d’oxydant. </w:t>
            </w:r>
            <w:r w:rsidRPr="00C64567">
              <w:rPr>
                <w:rFonts w:ascii="Arial" w:hAnsi="Arial" w:cs="Arial"/>
                <w:sz w:val="24"/>
                <w:szCs w:val="24"/>
                <w:lang w:val="pt-PT"/>
              </w:rPr>
              <w:t>Le couple mis en jeu sera donc : H</w:t>
            </w:r>
            <w:r w:rsidRPr="00C6456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Pr="00C64567">
              <w:rPr>
                <w:rFonts w:ascii="Arial" w:hAnsi="Arial" w:cs="Arial"/>
                <w:sz w:val="24"/>
                <w:szCs w:val="24"/>
                <w:lang w:val="pt-PT"/>
              </w:rPr>
              <w:t>O</w:t>
            </w:r>
            <w:r w:rsidRPr="00C6456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Pr="00C64567">
              <w:rPr>
                <w:rFonts w:ascii="Arial" w:hAnsi="Arial" w:cs="Arial"/>
                <w:sz w:val="24"/>
                <w:szCs w:val="24"/>
                <w:lang w:val="pt-PT"/>
              </w:rPr>
              <w:t>/H</w:t>
            </w:r>
            <w:r w:rsidRPr="00C6456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Pr="00C64567">
              <w:rPr>
                <w:rFonts w:ascii="Arial" w:hAnsi="Arial" w:cs="Arial"/>
                <w:sz w:val="24"/>
                <w:szCs w:val="24"/>
                <w:lang w:val="pt-PT"/>
              </w:rPr>
              <w:t>O</w:t>
            </w:r>
            <w:r w:rsidR="007A6DA1" w:rsidRPr="00C64567">
              <w:rPr>
                <w:rFonts w:ascii="Arial" w:hAnsi="Arial" w:cs="Arial"/>
                <w:sz w:val="24"/>
                <w:szCs w:val="24"/>
                <w:lang w:val="pt-PT"/>
              </w:rPr>
              <w:br/>
            </w:r>
            <w:r w:rsidRPr="00C64567">
              <w:rPr>
                <w:rFonts w:ascii="Arial" w:hAnsi="Arial" w:cs="Arial"/>
                <w:sz w:val="24"/>
                <w:szCs w:val="24"/>
                <w:lang w:val="pt-PT"/>
              </w:rPr>
              <w:t>H</w:t>
            </w:r>
            <w:r w:rsidRPr="00C6456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Pr="00C64567">
              <w:rPr>
                <w:rFonts w:ascii="Arial" w:hAnsi="Arial" w:cs="Arial"/>
                <w:sz w:val="24"/>
                <w:szCs w:val="24"/>
                <w:lang w:val="pt-PT"/>
              </w:rPr>
              <w:t>O</w:t>
            </w:r>
            <w:r w:rsidRPr="00C6456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 + 2 e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sym w:font="Symbol" w:char="F02D"/>
            </w:r>
            <w:r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 + 2 H</w:t>
            </w:r>
            <w:r w:rsidRPr="00C64567">
              <w:rPr>
                <w:rFonts w:ascii="Arial" w:hAnsi="Arial" w:cs="Arial"/>
                <w:sz w:val="24"/>
                <w:szCs w:val="24"/>
                <w:vertAlign w:val="superscript"/>
                <w:lang w:val="pt-PT"/>
              </w:rPr>
              <w:t>+</w:t>
            </w:r>
            <w:r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(aq) </w:t>
            </w:r>
            <m:oMath>
              <m:r>
                <w:rPr>
                  <w:rFonts w:ascii="Cambria Math" w:hAnsi="Cambria Math" w:cs="Arial"/>
                  <w:sz w:val="24"/>
                  <w:szCs w:val="24"/>
                  <w:lang w:val="pt-PT"/>
                </w:rPr>
                <m:t>⇄</m:t>
              </m:r>
            </m:oMath>
            <w:r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  2 H</w:t>
            </w:r>
            <w:r w:rsidRPr="00C6456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Pr="00C64567">
              <w:rPr>
                <w:rFonts w:ascii="Arial" w:hAnsi="Arial" w:cs="Arial"/>
                <w:sz w:val="24"/>
                <w:szCs w:val="24"/>
                <w:lang w:val="pt-PT"/>
              </w:rPr>
              <w:t>O</w:t>
            </w:r>
          </w:p>
        </w:tc>
        <w:tc>
          <w:tcPr>
            <w:tcW w:w="1412" w:type="dxa"/>
          </w:tcPr>
          <w:p w14:paraId="5270652B" w14:textId="77777777" w:rsidR="00461A57" w:rsidRDefault="00292FA4" w:rsidP="00292FA4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  <w:p w14:paraId="2DB74A9A" w14:textId="251B251F" w:rsidR="00271EAF" w:rsidRDefault="00271EAF" w:rsidP="00292FA4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</w:tr>
      <w:tr w:rsidR="00461A57" w14:paraId="541D7CA3" w14:textId="77777777" w:rsidTr="00271EAF">
        <w:tc>
          <w:tcPr>
            <w:tcW w:w="846" w:type="dxa"/>
          </w:tcPr>
          <w:p w14:paraId="00C35DE4" w14:textId="5A25901B" w:rsidR="00461A57" w:rsidRPr="0089060C" w:rsidRDefault="00461A57" w:rsidP="0089060C">
            <w:pPr>
              <w:pStyle w:val="Paragraphedeliste"/>
              <w:numPr>
                <w:ilvl w:val="0"/>
                <w:numId w:val="23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14:paraId="61F5A069" w14:textId="135A3329" w:rsidR="00292FA4" w:rsidRPr="00292FA4" w:rsidRDefault="00292FA4" w:rsidP="007A6DA1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E226B0">
              <w:rPr>
                <w:rFonts w:ascii="Arial" w:hAnsi="Arial" w:cs="Arial"/>
                <w:sz w:val="24"/>
                <w:szCs w:val="24"/>
              </w:rPr>
              <w:t>Utilisation de Nernst ou de l’enthalpie libre</w:t>
            </w:r>
            <w:r w:rsidR="00D94509">
              <w:rPr>
                <w:rFonts w:ascii="Arial" w:hAnsi="Arial" w:cs="Arial"/>
                <w:sz w:val="24"/>
                <w:szCs w:val="24"/>
              </w:rPr>
              <w:t> :</w:t>
            </w:r>
            <w:r w:rsidR="007A6DA1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E°(</w:t>
            </w:r>
            <w:r w:rsidRPr="00674872">
              <w:rPr>
                <w:rFonts w:ascii="Arial" w:hAnsi="Arial" w:cs="Arial"/>
                <w:sz w:val="24"/>
                <w:szCs w:val="24"/>
              </w:rPr>
              <w:t>[Cu(NH</w:t>
            </w:r>
            <w:r w:rsidRPr="00674872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674872">
              <w:rPr>
                <w:rFonts w:ascii="Arial" w:hAnsi="Arial" w:cs="Arial"/>
                <w:sz w:val="24"/>
                <w:szCs w:val="24"/>
              </w:rPr>
              <w:t>)</w:t>
            </w:r>
            <w:r w:rsidRPr="00674872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674872">
              <w:rPr>
                <w:rFonts w:ascii="Arial" w:hAnsi="Arial" w:cs="Arial"/>
                <w:sz w:val="24"/>
                <w:szCs w:val="24"/>
              </w:rPr>
              <w:t>]</w:t>
            </w:r>
            <w:r w:rsidRPr="00674872"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 w:rsidRPr="00674872">
              <w:rPr>
                <w:rFonts w:ascii="Arial" w:hAnsi="Arial" w:cs="Arial"/>
                <w:sz w:val="24"/>
                <w:szCs w:val="24"/>
              </w:rPr>
              <w:t>/Cu</w:t>
            </w:r>
            <w:r>
              <w:rPr>
                <w:rFonts w:ascii="Arial" w:hAnsi="Arial" w:cs="Arial"/>
                <w:sz w:val="24"/>
                <w:szCs w:val="24"/>
              </w:rPr>
              <w:t>) = E°(Cu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>
              <w:rPr>
                <w:rFonts w:ascii="Arial" w:hAnsi="Arial" w:cs="Arial"/>
                <w:sz w:val="24"/>
                <w:szCs w:val="24"/>
              </w:rPr>
              <w:t xml:space="preserve">/Cu)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2D"/>
            </w:r>
            <w:r>
              <w:rPr>
                <w:rFonts w:ascii="Arial" w:hAnsi="Arial" w:cs="Arial"/>
                <w:sz w:val="24"/>
                <w:szCs w:val="24"/>
              </w:rPr>
              <w:t xml:space="preserve"> 0,03 pK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 xml:space="preserve"> =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2D"/>
            </w:r>
            <w:r>
              <w:rPr>
                <w:rFonts w:ascii="Arial" w:hAnsi="Arial" w:cs="Arial"/>
                <w:sz w:val="24"/>
                <w:szCs w:val="24"/>
              </w:rPr>
              <w:t xml:space="preserve"> 0,038 V = </w:t>
            </w:r>
            <w:r>
              <w:rPr>
                <w:rFonts w:ascii="Arial" w:hAnsi="Arial" w:cs="Arial"/>
                <w:sz w:val="24"/>
                <w:szCs w:val="24"/>
              </w:rPr>
              <w:sym w:font="Symbol" w:char="F02D"/>
            </w:r>
            <w:r>
              <w:rPr>
                <w:rFonts w:ascii="Arial" w:hAnsi="Arial" w:cs="Arial"/>
                <w:sz w:val="24"/>
                <w:szCs w:val="24"/>
              </w:rPr>
              <w:t xml:space="preserve"> 0,04V</w:t>
            </w:r>
          </w:p>
        </w:tc>
        <w:tc>
          <w:tcPr>
            <w:tcW w:w="1412" w:type="dxa"/>
          </w:tcPr>
          <w:p w14:paraId="2717B8E9" w14:textId="6B4E93BB" w:rsidR="00461A57" w:rsidRDefault="001E7F2E" w:rsidP="00531FE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292FA4">
              <w:rPr>
                <w:rFonts w:ascii="Arial" w:hAnsi="Arial" w:cs="Arial"/>
                <w:sz w:val="24"/>
                <w:szCs w:val="24"/>
              </w:rPr>
              <w:t>1</w:t>
            </w:r>
            <w:r w:rsidR="00271EAF">
              <w:rPr>
                <w:rFonts w:ascii="Arial" w:hAnsi="Arial" w:cs="Arial"/>
                <w:sz w:val="24"/>
                <w:szCs w:val="24"/>
              </w:rPr>
              <w:t>,5</w:t>
            </w:r>
          </w:p>
        </w:tc>
      </w:tr>
      <w:tr w:rsidR="00292FA4" w14:paraId="74BA1FDC" w14:textId="77777777" w:rsidTr="00271EAF">
        <w:tc>
          <w:tcPr>
            <w:tcW w:w="846" w:type="dxa"/>
          </w:tcPr>
          <w:p w14:paraId="5EDB4A89" w14:textId="5D7DB5F4" w:rsidR="00292FA4" w:rsidRPr="0089060C" w:rsidRDefault="00292FA4" w:rsidP="0089060C">
            <w:pPr>
              <w:pStyle w:val="Paragraphedeliste"/>
              <w:numPr>
                <w:ilvl w:val="0"/>
                <w:numId w:val="23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86A2071" w14:textId="77777777" w:rsidR="008A5DD2" w:rsidRDefault="008A5DD2" w:rsidP="00F83E44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52DFB24" w14:textId="77777777" w:rsidR="00531FEE" w:rsidRDefault="00531FEE" w:rsidP="00F83E44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9AB6EBD" w14:textId="4A3929C5" w:rsidR="008A5DD2" w:rsidRPr="0089060C" w:rsidRDefault="00531FEE" w:rsidP="0089060C">
            <w:pPr>
              <w:pStyle w:val="Paragraphedeliste"/>
              <w:numPr>
                <w:ilvl w:val="0"/>
                <w:numId w:val="23"/>
              </w:num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060C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7513" w:type="dxa"/>
          </w:tcPr>
          <w:p w14:paraId="00C42906" w14:textId="787746B6" w:rsidR="00D91DD1" w:rsidRPr="00531FEE" w:rsidRDefault="0076094F" w:rsidP="00531FE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AB08C0">
              <w:rPr>
                <w:rFonts w:ascii="Arial" w:hAnsi="Arial" w:cs="Arial"/>
                <w:sz w:val="24"/>
                <w:szCs w:val="24"/>
              </w:rPr>
              <w:t>E°(H</w:t>
            </w:r>
            <w:r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AB08C0">
              <w:rPr>
                <w:rFonts w:ascii="Arial" w:hAnsi="Arial" w:cs="Arial"/>
                <w:sz w:val="24"/>
                <w:szCs w:val="24"/>
              </w:rPr>
              <w:t>O</w:t>
            </w:r>
            <w:r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AB08C0">
              <w:rPr>
                <w:rFonts w:ascii="Arial" w:hAnsi="Arial" w:cs="Arial"/>
                <w:sz w:val="24"/>
                <w:szCs w:val="24"/>
              </w:rPr>
              <w:t>/H</w:t>
            </w:r>
            <w:r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AB08C0">
              <w:rPr>
                <w:rFonts w:ascii="Arial" w:hAnsi="Arial" w:cs="Arial"/>
                <w:sz w:val="24"/>
                <w:szCs w:val="24"/>
              </w:rPr>
              <w:t>O) = 1,77 V &gt; E°([Au(NH</w:t>
            </w:r>
            <w:r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AB08C0">
              <w:rPr>
                <w:rFonts w:ascii="Arial" w:hAnsi="Arial" w:cs="Arial"/>
                <w:sz w:val="24"/>
                <w:szCs w:val="24"/>
              </w:rPr>
              <w:t>)</w:t>
            </w:r>
            <w:r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AB08C0">
              <w:rPr>
                <w:rFonts w:ascii="Arial" w:hAnsi="Arial" w:cs="Arial"/>
                <w:sz w:val="24"/>
                <w:szCs w:val="24"/>
              </w:rPr>
              <w:t>]</w:t>
            </w:r>
            <w:r w:rsidRPr="00AB08C0">
              <w:rPr>
                <w:rFonts w:ascii="Arial" w:hAnsi="Arial" w:cs="Arial"/>
                <w:sz w:val="24"/>
                <w:szCs w:val="24"/>
                <w:vertAlign w:val="superscript"/>
              </w:rPr>
              <w:t>3+</w:t>
            </w:r>
            <w:r w:rsidRPr="00AB08C0">
              <w:rPr>
                <w:rFonts w:ascii="Arial" w:hAnsi="Arial" w:cs="Arial"/>
                <w:sz w:val="24"/>
                <w:szCs w:val="24"/>
              </w:rPr>
              <w:t>/Au) = 0,90 V</w:t>
            </w:r>
            <w:r w:rsidRPr="00AB08C0">
              <w:rPr>
                <w:rFonts w:ascii="Arial" w:hAnsi="Arial" w:cs="Arial"/>
                <w:sz w:val="24"/>
                <w:szCs w:val="24"/>
              </w:rPr>
              <w:br/>
              <w:t>E°(H</w:t>
            </w:r>
            <w:r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AB08C0">
              <w:rPr>
                <w:rFonts w:ascii="Arial" w:hAnsi="Arial" w:cs="Arial"/>
                <w:sz w:val="24"/>
                <w:szCs w:val="24"/>
              </w:rPr>
              <w:t>O</w:t>
            </w:r>
            <w:r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AB08C0">
              <w:rPr>
                <w:rFonts w:ascii="Arial" w:hAnsi="Arial" w:cs="Arial"/>
                <w:sz w:val="24"/>
                <w:szCs w:val="24"/>
              </w:rPr>
              <w:t>/H</w:t>
            </w:r>
            <w:r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AB08C0">
              <w:rPr>
                <w:rFonts w:ascii="Arial" w:hAnsi="Arial" w:cs="Arial"/>
                <w:sz w:val="24"/>
                <w:szCs w:val="24"/>
              </w:rPr>
              <w:t>O) = 1,77 V</w:t>
            </w:r>
            <w:r w:rsidR="00AB08C0" w:rsidRPr="00AB08C0">
              <w:rPr>
                <w:rFonts w:ascii="Arial" w:hAnsi="Arial" w:cs="Arial"/>
                <w:sz w:val="24"/>
                <w:szCs w:val="24"/>
              </w:rPr>
              <w:t xml:space="preserve"> &gt; E°([Ag(NH</w:t>
            </w:r>
            <w:r w:rsidR="00AB08C0"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="00AB08C0" w:rsidRPr="00AB08C0">
              <w:rPr>
                <w:rFonts w:ascii="Arial" w:hAnsi="Arial" w:cs="Arial"/>
                <w:sz w:val="24"/>
                <w:szCs w:val="24"/>
              </w:rPr>
              <w:t>)</w:t>
            </w:r>
            <w:r w:rsidR="00AB08C0"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AB08C0" w:rsidRPr="00AB08C0">
              <w:rPr>
                <w:rFonts w:ascii="Arial" w:hAnsi="Arial" w:cs="Arial"/>
                <w:sz w:val="24"/>
                <w:szCs w:val="24"/>
              </w:rPr>
              <w:t>]</w:t>
            </w:r>
            <w:r w:rsidR="00AB08C0" w:rsidRPr="00AB08C0"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 w:rsidR="00AB08C0" w:rsidRPr="00AB08C0">
              <w:rPr>
                <w:rFonts w:ascii="Arial" w:hAnsi="Arial" w:cs="Arial"/>
                <w:sz w:val="24"/>
                <w:szCs w:val="24"/>
              </w:rPr>
              <w:t>/Ag) = 0,36 V</w:t>
            </w:r>
            <w:r w:rsidR="00AB08C0" w:rsidRPr="00AB08C0">
              <w:rPr>
                <w:rFonts w:ascii="Arial" w:hAnsi="Arial" w:cs="Arial"/>
                <w:sz w:val="24"/>
                <w:szCs w:val="24"/>
              </w:rPr>
              <w:br/>
              <w:t>E°(H</w:t>
            </w:r>
            <w:r w:rsidR="00AB08C0"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AB08C0" w:rsidRPr="00AB08C0">
              <w:rPr>
                <w:rFonts w:ascii="Arial" w:hAnsi="Arial" w:cs="Arial"/>
                <w:sz w:val="24"/>
                <w:szCs w:val="24"/>
              </w:rPr>
              <w:t>O</w:t>
            </w:r>
            <w:r w:rsidR="00AB08C0"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AB08C0" w:rsidRPr="00AB08C0">
              <w:rPr>
                <w:rFonts w:ascii="Arial" w:hAnsi="Arial" w:cs="Arial"/>
                <w:sz w:val="24"/>
                <w:szCs w:val="24"/>
              </w:rPr>
              <w:t>/H</w:t>
            </w:r>
            <w:r w:rsidR="00AB08C0"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AB08C0" w:rsidRPr="00AB08C0">
              <w:rPr>
                <w:rFonts w:ascii="Arial" w:hAnsi="Arial" w:cs="Arial"/>
                <w:sz w:val="24"/>
                <w:szCs w:val="24"/>
              </w:rPr>
              <w:t>O) = 1,77 V &gt; E°([Cu(NH</w:t>
            </w:r>
            <w:r w:rsidR="00AB08C0"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="00AB08C0" w:rsidRPr="00AB08C0">
              <w:rPr>
                <w:rFonts w:ascii="Arial" w:hAnsi="Arial" w:cs="Arial"/>
                <w:sz w:val="24"/>
                <w:szCs w:val="24"/>
              </w:rPr>
              <w:t>)</w:t>
            </w:r>
            <w:r w:rsidR="00AB08C0"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="00AB08C0" w:rsidRPr="00AB08C0">
              <w:rPr>
                <w:rFonts w:ascii="Arial" w:hAnsi="Arial" w:cs="Arial"/>
                <w:sz w:val="24"/>
                <w:szCs w:val="24"/>
              </w:rPr>
              <w:t>]</w:t>
            </w:r>
            <w:r w:rsidR="00AB08C0" w:rsidRPr="00AB08C0"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 w:rsidR="00AB08C0" w:rsidRPr="00AB08C0">
              <w:rPr>
                <w:rFonts w:ascii="Arial" w:hAnsi="Arial" w:cs="Arial"/>
                <w:sz w:val="24"/>
                <w:szCs w:val="24"/>
              </w:rPr>
              <w:t xml:space="preserve">/Cu) = </w:t>
            </w:r>
            <w:r w:rsidR="00AB08C0" w:rsidRPr="00AB08C0">
              <w:rPr>
                <w:rFonts w:ascii="Arial" w:hAnsi="Arial" w:cs="Arial"/>
                <w:sz w:val="24"/>
                <w:szCs w:val="24"/>
              </w:rPr>
              <w:sym w:font="Symbol" w:char="F02D"/>
            </w:r>
            <w:r w:rsidR="00AB08C0" w:rsidRPr="00AB08C0">
              <w:rPr>
                <w:rFonts w:ascii="Arial" w:hAnsi="Arial" w:cs="Arial"/>
                <w:sz w:val="24"/>
                <w:szCs w:val="24"/>
              </w:rPr>
              <w:t xml:space="preserve"> 0,04 V</w:t>
            </w:r>
            <w:r w:rsidR="00AB08C0" w:rsidRPr="00AB08C0">
              <w:rPr>
                <w:rFonts w:ascii="Arial" w:hAnsi="Arial" w:cs="Arial"/>
                <w:sz w:val="24"/>
                <w:szCs w:val="24"/>
              </w:rPr>
              <w:br/>
              <w:t>Dans les 3 cas, H</w:t>
            </w:r>
            <w:r w:rsidR="00AB08C0"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AB08C0" w:rsidRPr="00AB08C0">
              <w:rPr>
                <w:rFonts w:ascii="Arial" w:hAnsi="Arial" w:cs="Arial"/>
                <w:sz w:val="24"/>
                <w:szCs w:val="24"/>
              </w:rPr>
              <w:t>O</w:t>
            </w:r>
            <w:r w:rsidR="00AB08C0" w:rsidRPr="00AB08C0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AB08C0" w:rsidRPr="00AB08C0">
              <w:rPr>
                <w:rFonts w:ascii="Arial" w:hAnsi="Arial" w:cs="Arial"/>
                <w:sz w:val="24"/>
                <w:szCs w:val="24"/>
              </w:rPr>
              <w:t xml:space="preserve"> est l’oxydant le plus fort</w:t>
            </w:r>
            <w:r w:rsidR="00AB08C0">
              <w:rPr>
                <w:rFonts w:ascii="Arial" w:hAnsi="Arial" w:cs="Arial"/>
                <w:sz w:val="24"/>
                <w:szCs w:val="24"/>
              </w:rPr>
              <w:t xml:space="preserve"> donc dans les 3 cas le métal devrait être oxydé par l’eau oxygénée</w:t>
            </w:r>
            <w:r w:rsidR="00531FEE">
              <w:rPr>
                <w:rFonts w:ascii="Arial" w:hAnsi="Arial" w:cs="Arial"/>
                <w:sz w:val="24"/>
                <w:szCs w:val="24"/>
              </w:rPr>
              <w:t>.</w:t>
            </w:r>
            <w:r w:rsidR="00531FEE">
              <w:rPr>
                <w:rFonts w:ascii="Arial" w:hAnsi="Arial" w:cs="Arial"/>
                <w:sz w:val="24"/>
                <w:szCs w:val="24"/>
              </w:rPr>
              <w:br/>
            </w:r>
            <w:r w:rsidR="00531FEE">
              <w:rPr>
                <w:rFonts w:ascii="Arial" w:hAnsi="Arial" w:cs="Arial"/>
                <w:sz w:val="24"/>
                <w:szCs w:val="24"/>
                <w:lang w:val="pt-PT"/>
              </w:rPr>
              <w:br/>
            </w:r>
            <w:r w:rsidR="00F92017" w:rsidRPr="00C64567">
              <w:rPr>
                <w:rFonts w:ascii="Arial" w:hAnsi="Arial" w:cs="Arial"/>
                <w:sz w:val="24"/>
                <w:szCs w:val="24"/>
                <w:lang w:val="pt-PT"/>
              </w:rPr>
              <w:t>En milieu ammoniacal (basique) :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br/>
            </w:r>
            <w:r w:rsidR="00D91DD1" w:rsidRPr="00C6456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H</w:t>
            </w:r>
            <w:r w:rsidR="00D91DD1" w:rsidRPr="00C64567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  <w:lang w:val="pt-PT"/>
              </w:rPr>
              <w:t>2</w:t>
            </w:r>
            <w:r w:rsidR="00D91DD1" w:rsidRPr="00C6456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O</w:t>
            </w:r>
            <w:r w:rsidR="00D91DD1" w:rsidRPr="00C64567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  <w:lang w:val="pt-PT"/>
              </w:rPr>
              <w:t>2</w:t>
            </w:r>
            <w:r w:rsidR="00D91DD1" w:rsidRPr="00C6456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/H</w:t>
            </w:r>
            <w:r w:rsidR="00D91DD1" w:rsidRPr="00C64567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  <w:lang w:val="pt-PT"/>
              </w:rPr>
              <w:t>2</w:t>
            </w:r>
            <w:r w:rsidR="00D91DD1" w:rsidRPr="00C6456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O :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ab/>
              <w:t>H</w:t>
            </w:r>
            <w:r w:rsidR="00D91DD1" w:rsidRPr="00C6456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>O</w:t>
            </w:r>
            <w:r w:rsidR="00D91DD1" w:rsidRPr="00C6456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 + 2 e</w:t>
            </w:r>
            <w:r w:rsidR="00D91DD1">
              <w:rPr>
                <w:rFonts w:ascii="Arial" w:hAnsi="Arial" w:cs="Arial"/>
                <w:sz w:val="24"/>
                <w:szCs w:val="24"/>
                <w:vertAlign w:val="superscript"/>
              </w:rPr>
              <w:sym w:font="Symbol" w:char="F02D"/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lang w:val="pt-PT"/>
                </w:rPr>
                <m:t>⇄</m:t>
              </m:r>
            </m:oMath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 2 OH</w:t>
            </w:r>
            <w:r w:rsidR="00D91DD1">
              <w:rPr>
                <w:rFonts w:ascii="Arial" w:hAnsi="Arial" w:cs="Arial"/>
                <w:sz w:val="24"/>
                <w:szCs w:val="24"/>
                <w:vertAlign w:val="superscript"/>
              </w:rPr>
              <w:sym w:font="Symbol" w:char="F02D"/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br/>
            </w:r>
            <w:r w:rsidR="00D91DD1" w:rsidRPr="00C6456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[Cu(NH</w:t>
            </w:r>
            <w:r w:rsidR="00D91DD1" w:rsidRPr="00C64567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  <w:lang w:val="pt-PT"/>
              </w:rPr>
              <w:t>3</w:t>
            </w:r>
            <w:r w:rsidR="00D91DD1" w:rsidRPr="00C6456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)</w:t>
            </w:r>
            <w:r w:rsidR="00D91DD1" w:rsidRPr="00C64567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  <w:lang w:val="pt-PT"/>
              </w:rPr>
              <w:t>4</w:t>
            </w:r>
            <w:r w:rsidR="00D91DD1" w:rsidRPr="00C6456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]</w:t>
            </w:r>
            <w:r w:rsidR="00D91DD1" w:rsidRPr="00C64567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  <w:lang w:val="pt-PT"/>
              </w:rPr>
              <w:t>2+</w:t>
            </w:r>
            <w:r w:rsidR="00D91DD1" w:rsidRPr="00C6456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/Cu :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 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ab/>
              <w:t>Cu + 4 NH</w:t>
            </w:r>
            <w:r w:rsidR="00D91DD1" w:rsidRPr="00C6456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3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  </w:t>
            </w:r>
            <m:oMath>
              <m:r>
                <w:rPr>
                  <w:rFonts w:ascii="Cambria Math" w:hAnsi="Cambria Math" w:cs="Arial"/>
                  <w:sz w:val="24"/>
                  <w:szCs w:val="24"/>
                  <w:lang w:val="pt-PT"/>
                </w:rPr>
                <m:t>⇄</m:t>
              </m:r>
            </m:oMath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 [Cu(NH</w:t>
            </w:r>
            <w:r w:rsidR="00D91DD1" w:rsidRPr="00C6456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3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>)</w:t>
            </w:r>
            <w:r w:rsidR="00D91DD1" w:rsidRPr="00C6456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4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>]</w:t>
            </w:r>
            <w:r w:rsidR="00D91DD1" w:rsidRPr="00C64567">
              <w:rPr>
                <w:rFonts w:ascii="Arial" w:hAnsi="Arial" w:cs="Arial"/>
                <w:sz w:val="24"/>
                <w:szCs w:val="24"/>
                <w:vertAlign w:val="superscript"/>
                <w:lang w:val="pt-PT"/>
              </w:rPr>
              <w:t>2+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 + 2 e</w:t>
            </w:r>
            <w:r w:rsidR="00D91DD1">
              <w:rPr>
                <w:rFonts w:ascii="Arial" w:hAnsi="Arial" w:cs="Arial"/>
                <w:sz w:val="24"/>
                <w:szCs w:val="24"/>
                <w:vertAlign w:val="superscript"/>
              </w:rPr>
              <w:sym w:font="Symbol" w:char="F02D"/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  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br/>
            </w:r>
            <w:r w:rsidR="00D91DD1" w:rsidRPr="00C6456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Bilan :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        H</w:t>
            </w:r>
            <w:r w:rsidR="00D91DD1" w:rsidRPr="00C6456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>O</w:t>
            </w:r>
            <w:r w:rsidR="00D91DD1" w:rsidRPr="00C6456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2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 + Cu + 4 NH</w:t>
            </w:r>
            <w:r w:rsidR="00D91DD1" w:rsidRPr="00C6456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3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  </w:t>
            </w:r>
            <m:oMath>
              <m:r>
                <w:rPr>
                  <w:rFonts w:ascii="Cambria Math" w:hAnsi="Cambria Math" w:cs="Arial"/>
                  <w:sz w:val="24"/>
                  <w:szCs w:val="24"/>
                  <w:lang w:val="pt-PT"/>
                </w:rPr>
                <m:t>⇌</m:t>
              </m:r>
            </m:oMath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  [Cu(NH</w:t>
            </w:r>
            <w:r w:rsidR="00D91DD1" w:rsidRPr="00C6456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3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>)</w:t>
            </w:r>
            <w:r w:rsidR="00D91DD1" w:rsidRPr="00C64567">
              <w:rPr>
                <w:rFonts w:ascii="Arial" w:hAnsi="Arial" w:cs="Arial"/>
                <w:sz w:val="24"/>
                <w:szCs w:val="24"/>
                <w:vertAlign w:val="subscript"/>
                <w:lang w:val="pt-PT"/>
              </w:rPr>
              <w:t>4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>]</w:t>
            </w:r>
            <w:r w:rsidR="00D91DD1" w:rsidRPr="00C64567">
              <w:rPr>
                <w:rFonts w:ascii="Arial" w:hAnsi="Arial" w:cs="Arial"/>
                <w:sz w:val="24"/>
                <w:szCs w:val="24"/>
                <w:vertAlign w:val="superscript"/>
                <w:lang w:val="pt-PT"/>
              </w:rPr>
              <w:t>2+</w:t>
            </w:r>
            <w:r w:rsidR="00D91DD1" w:rsidRPr="00C64567">
              <w:rPr>
                <w:rFonts w:ascii="Arial" w:hAnsi="Arial" w:cs="Arial"/>
                <w:sz w:val="24"/>
                <w:szCs w:val="24"/>
                <w:lang w:val="pt-PT"/>
              </w:rPr>
              <w:t xml:space="preserve"> + 2 OH</w:t>
            </w:r>
            <w:r w:rsidR="00D91DD1">
              <w:rPr>
                <w:rFonts w:ascii="Arial" w:hAnsi="Arial" w:cs="Arial"/>
                <w:sz w:val="24"/>
                <w:szCs w:val="24"/>
                <w:vertAlign w:val="superscript"/>
              </w:rPr>
              <w:sym w:font="Symbol" w:char="F02D"/>
            </w:r>
          </w:p>
        </w:tc>
        <w:tc>
          <w:tcPr>
            <w:tcW w:w="1412" w:type="dxa"/>
          </w:tcPr>
          <w:p w14:paraId="7FBC904A" w14:textId="658ED39D" w:rsidR="00292FA4" w:rsidRDefault="004032E7" w:rsidP="00292FA4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796653D7" w14:textId="77777777" w:rsidR="00D91DD1" w:rsidRDefault="00D91DD1" w:rsidP="00292FA4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B3BF9E" w14:textId="77777777" w:rsidR="00D91DD1" w:rsidRDefault="00D91DD1" w:rsidP="00292FA4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0666EED" w14:textId="461CF6B6" w:rsidR="00D91DD1" w:rsidRDefault="00531FEE" w:rsidP="00531FE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D91DD1">
              <w:rPr>
                <w:rFonts w:ascii="Arial" w:hAnsi="Arial" w:cs="Arial"/>
                <w:sz w:val="24"/>
                <w:szCs w:val="24"/>
              </w:rPr>
              <w:t>1</w:t>
            </w:r>
            <w:r w:rsidR="004032E7">
              <w:rPr>
                <w:rFonts w:ascii="Arial" w:hAnsi="Arial" w:cs="Arial"/>
                <w:sz w:val="24"/>
                <w:szCs w:val="24"/>
              </w:rPr>
              <w:t>,5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  <w:t>(2 x 0,</w:t>
            </w:r>
            <w:r w:rsidR="004032E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5 +</w:t>
            </w:r>
            <w:r>
              <w:rPr>
                <w:rFonts w:ascii="Arial" w:hAnsi="Arial" w:cs="Arial"/>
                <w:sz w:val="24"/>
                <w:szCs w:val="24"/>
              </w:rPr>
              <w:br/>
              <w:t>0,5 pour milieu basique)</w:t>
            </w:r>
          </w:p>
        </w:tc>
      </w:tr>
      <w:tr w:rsidR="005D1DC2" w14:paraId="37787B5F" w14:textId="77777777" w:rsidTr="00271EAF">
        <w:tc>
          <w:tcPr>
            <w:tcW w:w="8359" w:type="dxa"/>
            <w:gridSpan w:val="2"/>
          </w:tcPr>
          <w:p w14:paraId="6C85D9F2" w14:textId="2B9FD5BF" w:rsidR="005D1DC2" w:rsidRPr="0089060C" w:rsidRDefault="005778CA" w:rsidP="0089060C">
            <w:pPr>
              <w:pStyle w:val="Paragraphedeliste"/>
              <w:numPr>
                <w:ilvl w:val="0"/>
                <w:numId w:val="22"/>
              </w:numPr>
              <w:spacing w:before="120"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060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89060C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e</w:t>
            </w:r>
            <w:r w:rsidRPr="0089060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étape (</w:t>
            </w:r>
            <w:r w:rsidRPr="0089060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Step II</w:t>
            </w:r>
            <w:r w:rsidRPr="0089060C">
              <w:rPr>
                <w:rFonts w:ascii="Arial" w:hAnsi="Arial" w:cs="Arial"/>
                <w:b/>
                <w:bCs/>
                <w:sz w:val="24"/>
                <w:szCs w:val="24"/>
              </w:rPr>
              <w:t>) et recyclage de l’or</w:t>
            </w:r>
          </w:p>
        </w:tc>
        <w:tc>
          <w:tcPr>
            <w:tcW w:w="1412" w:type="dxa"/>
          </w:tcPr>
          <w:p w14:paraId="66070C87" w14:textId="27D190F0" w:rsidR="005D1DC2" w:rsidRPr="00271EAF" w:rsidRDefault="00271EAF" w:rsidP="00F83E4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71EAF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point</w:t>
            </w:r>
          </w:p>
        </w:tc>
      </w:tr>
      <w:tr w:rsidR="005D1DC2" w14:paraId="5E4B0535" w14:textId="77777777" w:rsidTr="00271EAF">
        <w:tc>
          <w:tcPr>
            <w:tcW w:w="846" w:type="dxa"/>
          </w:tcPr>
          <w:p w14:paraId="2421CDAB" w14:textId="6C6C32F2" w:rsidR="005D1DC2" w:rsidRPr="0089060C" w:rsidRDefault="005D1DC2" w:rsidP="0089060C">
            <w:pPr>
              <w:pStyle w:val="Paragraphedeliste"/>
              <w:numPr>
                <w:ilvl w:val="0"/>
                <w:numId w:val="23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14:paraId="73B9DC66" w14:textId="3B087986" w:rsidR="005D1DC2" w:rsidRPr="00461A57" w:rsidRDefault="007A6DA1" w:rsidP="00F83E44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A6DA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F2AEB03" wp14:editId="25E1ED3C">
                  <wp:extent cx="1123950" cy="689273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952" cy="694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2" w:type="dxa"/>
          </w:tcPr>
          <w:p w14:paraId="3C492CDE" w14:textId="77777777" w:rsidR="005D1DC2" w:rsidRDefault="005D1DC2" w:rsidP="00F83E44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</w:tr>
      <w:tr w:rsidR="007A6DA1" w14:paraId="36B4B0FB" w14:textId="77777777" w:rsidTr="00271EAF">
        <w:tc>
          <w:tcPr>
            <w:tcW w:w="846" w:type="dxa"/>
          </w:tcPr>
          <w:p w14:paraId="26358D41" w14:textId="79CA3C1D" w:rsidR="007A6DA1" w:rsidRPr="0089060C" w:rsidRDefault="007A6DA1" w:rsidP="0089060C">
            <w:pPr>
              <w:pStyle w:val="Paragraphedeliste"/>
              <w:numPr>
                <w:ilvl w:val="0"/>
                <w:numId w:val="23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</w:tcPr>
          <w:p w14:paraId="6F78CE6D" w14:textId="21A4DC55" w:rsidR="007A6DA1" w:rsidRPr="007A6DA1" w:rsidRDefault="007A6DA1" w:rsidP="00F83E44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L’or peut être récupéré par électrolyse de la solution</w:t>
            </w:r>
          </w:p>
        </w:tc>
        <w:tc>
          <w:tcPr>
            <w:tcW w:w="1412" w:type="dxa"/>
          </w:tcPr>
          <w:p w14:paraId="0894274F" w14:textId="4808ECAB" w:rsidR="007A6DA1" w:rsidRDefault="00271EAF" w:rsidP="00F83E44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</w:tr>
    </w:tbl>
    <w:p w14:paraId="60A5B28D" w14:textId="12EB1FEC" w:rsidR="004670B8" w:rsidRPr="00891AEF" w:rsidRDefault="004670B8" w:rsidP="007A6DA1">
      <w:pPr>
        <w:rPr>
          <w:rFonts w:ascii="Arial" w:hAnsi="Arial" w:cs="Arial"/>
          <w:sz w:val="24"/>
          <w:szCs w:val="24"/>
        </w:rPr>
      </w:pPr>
    </w:p>
    <w:sectPr w:rsidR="004670B8" w:rsidRPr="00891AEF">
      <w:footerReference w:type="default" r:id="rId9"/>
      <w:pgSz w:w="11906" w:h="16838"/>
      <w:pgMar w:top="993" w:right="99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22E5D" w14:textId="77777777" w:rsidR="00CA3653" w:rsidRDefault="00CA3653">
      <w:r>
        <w:separator/>
      </w:r>
    </w:p>
  </w:endnote>
  <w:endnote w:type="continuationSeparator" w:id="0">
    <w:p w14:paraId="523607BD" w14:textId="77777777" w:rsidR="00CA3653" w:rsidRDefault="00CA3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397"/>
      <w:gridCol w:w="1881"/>
      <w:gridCol w:w="1539"/>
    </w:tblGrid>
    <w:tr w:rsidR="00E85235" w14:paraId="08DB414D" w14:textId="77777777">
      <w:trPr>
        <w:cantSplit/>
      </w:trPr>
      <w:tc>
        <w:tcPr>
          <w:tcW w:w="8278" w:type="dxa"/>
          <w:gridSpan w:val="2"/>
        </w:tcPr>
        <w:p w14:paraId="5867E86E" w14:textId="449701FB" w:rsidR="00E85235" w:rsidRPr="00B32F9D" w:rsidRDefault="00E85235" w:rsidP="00580057">
          <w:pPr>
            <w:pStyle w:val="Titre1"/>
            <w:rPr>
              <w:rFonts w:ascii="Arial" w:hAnsi="Arial" w:cs="Arial"/>
              <w:b w:val="0"/>
              <w:bCs/>
            </w:rPr>
          </w:pPr>
          <w:r w:rsidRPr="00B32F9D">
            <w:rPr>
              <w:rFonts w:ascii="Arial" w:hAnsi="Arial" w:cs="Arial"/>
              <w:b w:val="0"/>
              <w:bCs/>
            </w:rPr>
            <w:t>BTS TRAITEMENTS DES MAT</w:t>
          </w:r>
          <w:r w:rsidR="00E921F7" w:rsidRPr="00B32F9D">
            <w:rPr>
              <w:rFonts w:ascii="Arial" w:hAnsi="Arial" w:cs="Arial"/>
              <w:b w:val="0"/>
              <w:bCs/>
            </w:rPr>
            <w:t>É</w:t>
          </w:r>
          <w:r w:rsidRPr="00B32F9D">
            <w:rPr>
              <w:rFonts w:ascii="Arial" w:hAnsi="Arial" w:cs="Arial"/>
              <w:b w:val="0"/>
              <w:bCs/>
            </w:rPr>
            <w:t xml:space="preserve">RIAUX Sciences Physiques </w:t>
          </w:r>
          <w:r w:rsidR="00580057" w:rsidRPr="00B32F9D">
            <w:rPr>
              <w:rFonts w:ascii="Arial" w:hAnsi="Arial" w:cs="Arial"/>
              <w:b w:val="0"/>
              <w:bCs/>
            </w:rPr>
            <w:t>Appliquées</w:t>
          </w:r>
        </w:p>
      </w:tc>
      <w:tc>
        <w:tcPr>
          <w:tcW w:w="1539" w:type="dxa"/>
        </w:tcPr>
        <w:p w14:paraId="254CA824" w14:textId="453FD500" w:rsidR="00E85235" w:rsidRPr="00B32F9D" w:rsidRDefault="00E921F7">
          <w:pPr>
            <w:jc w:val="center"/>
            <w:rPr>
              <w:rFonts w:ascii="Arial" w:hAnsi="Arial" w:cs="Arial"/>
              <w:bCs/>
            </w:rPr>
          </w:pPr>
          <w:r w:rsidRPr="00B32F9D">
            <w:rPr>
              <w:rFonts w:ascii="Arial" w:hAnsi="Arial" w:cs="Arial"/>
              <w:bCs/>
            </w:rPr>
            <w:t>Session 202</w:t>
          </w:r>
          <w:r w:rsidR="008C6F9A" w:rsidRPr="00B32F9D">
            <w:rPr>
              <w:rFonts w:ascii="Arial" w:hAnsi="Arial" w:cs="Arial"/>
              <w:bCs/>
            </w:rPr>
            <w:t>4</w:t>
          </w:r>
        </w:p>
      </w:tc>
    </w:tr>
    <w:tr w:rsidR="00E85235" w14:paraId="7EA2A8E0" w14:textId="77777777">
      <w:trPr>
        <w:cantSplit/>
      </w:trPr>
      <w:tc>
        <w:tcPr>
          <w:tcW w:w="6397" w:type="dxa"/>
        </w:tcPr>
        <w:p w14:paraId="5E64E0BE" w14:textId="77777777" w:rsidR="00E85235" w:rsidRPr="00B32F9D" w:rsidRDefault="00E85235">
          <w:pPr>
            <w:pStyle w:val="Titre5"/>
            <w:jc w:val="left"/>
            <w:rPr>
              <w:b w:val="0"/>
            </w:rPr>
          </w:pPr>
          <w:r w:rsidRPr="00B32F9D">
            <w:rPr>
              <w:b w:val="0"/>
            </w:rPr>
            <w:t>Sous-épreuve spécifique à chaque option – U4.3 B</w:t>
          </w:r>
        </w:p>
      </w:tc>
      <w:tc>
        <w:tcPr>
          <w:tcW w:w="1881" w:type="dxa"/>
        </w:tcPr>
        <w:p w14:paraId="5F0EB496" w14:textId="05C8A192" w:rsidR="00E85235" w:rsidRPr="00B32F9D" w:rsidRDefault="00E85235" w:rsidP="00CC1D5B">
          <w:pPr>
            <w:jc w:val="center"/>
            <w:rPr>
              <w:rFonts w:ascii="Arial" w:hAnsi="Arial" w:cs="Arial"/>
              <w:bCs/>
            </w:rPr>
          </w:pPr>
          <w:r w:rsidRPr="00B32F9D">
            <w:rPr>
              <w:rFonts w:ascii="Arial" w:hAnsi="Arial" w:cs="Arial"/>
              <w:bCs/>
            </w:rPr>
            <w:t xml:space="preserve">Code : </w:t>
          </w:r>
          <w:r w:rsidR="004C3CA0" w:rsidRPr="00B32F9D">
            <w:rPr>
              <w:rFonts w:ascii="Arial" w:hAnsi="Arial" w:cs="Arial"/>
              <w:bCs/>
            </w:rPr>
            <w:t>2</w:t>
          </w:r>
          <w:r w:rsidR="00B32F9D" w:rsidRPr="00B32F9D">
            <w:rPr>
              <w:rFonts w:ascii="Arial" w:hAnsi="Arial" w:cs="Arial"/>
              <w:bCs/>
            </w:rPr>
            <w:t>4</w:t>
          </w:r>
          <w:r w:rsidRPr="00B32F9D">
            <w:rPr>
              <w:rFonts w:ascii="Arial" w:hAnsi="Arial" w:cs="Arial"/>
              <w:bCs/>
            </w:rPr>
            <w:t>TM</w:t>
          </w:r>
          <w:r w:rsidR="00CC1D5B" w:rsidRPr="00B32F9D">
            <w:rPr>
              <w:rFonts w:ascii="Arial" w:hAnsi="Arial" w:cs="Arial"/>
              <w:bCs/>
            </w:rPr>
            <w:t>43</w:t>
          </w:r>
          <w:r w:rsidRPr="00B32F9D">
            <w:rPr>
              <w:rFonts w:ascii="Arial" w:hAnsi="Arial" w:cs="Arial"/>
              <w:bCs/>
            </w:rPr>
            <w:t>B</w:t>
          </w:r>
        </w:p>
      </w:tc>
      <w:tc>
        <w:tcPr>
          <w:tcW w:w="1539" w:type="dxa"/>
        </w:tcPr>
        <w:p w14:paraId="5232B6FB" w14:textId="43903E43" w:rsidR="00E85235" w:rsidRPr="00B32F9D" w:rsidRDefault="00E85235">
          <w:pPr>
            <w:jc w:val="center"/>
            <w:rPr>
              <w:rFonts w:ascii="Arial" w:hAnsi="Arial" w:cs="Arial"/>
              <w:bCs/>
            </w:rPr>
          </w:pPr>
          <w:r w:rsidRPr="00B32F9D">
            <w:rPr>
              <w:rFonts w:ascii="Arial" w:hAnsi="Arial" w:cs="Arial"/>
              <w:bCs/>
            </w:rPr>
            <w:t xml:space="preserve">Page </w:t>
          </w:r>
          <w:r w:rsidRPr="00B32F9D">
            <w:rPr>
              <w:rFonts w:ascii="Arial" w:hAnsi="Arial" w:cs="Arial"/>
              <w:bCs/>
            </w:rPr>
            <w:fldChar w:fldCharType="begin"/>
          </w:r>
          <w:r w:rsidRPr="00B32F9D">
            <w:rPr>
              <w:rFonts w:ascii="Arial" w:hAnsi="Arial" w:cs="Arial"/>
              <w:bCs/>
            </w:rPr>
            <w:instrText xml:space="preserve"> PAGE </w:instrText>
          </w:r>
          <w:r w:rsidRPr="00B32F9D">
            <w:rPr>
              <w:rFonts w:ascii="Arial" w:hAnsi="Arial" w:cs="Arial"/>
              <w:bCs/>
            </w:rPr>
            <w:fldChar w:fldCharType="separate"/>
          </w:r>
          <w:r w:rsidR="00035159" w:rsidRPr="00B32F9D">
            <w:rPr>
              <w:rFonts w:ascii="Arial" w:hAnsi="Arial" w:cs="Arial"/>
              <w:bCs/>
              <w:noProof/>
            </w:rPr>
            <w:t>4</w:t>
          </w:r>
          <w:r w:rsidRPr="00B32F9D">
            <w:rPr>
              <w:rFonts w:ascii="Arial" w:hAnsi="Arial" w:cs="Arial"/>
              <w:bCs/>
            </w:rPr>
            <w:fldChar w:fldCharType="end"/>
          </w:r>
          <w:r w:rsidRPr="00B32F9D">
            <w:rPr>
              <w:rFonts w:ascii="Arial" w:hAnsi="Arial" w:cs="Arial"/>
              <w:bCs/>
            </w:rPr>
            <w:t xml:space="preserve"> sur </w:t>
          </w:r>
          <w:r w:rsidRPr="00B32F9D">
            <w:rPr>
              <w:rFonts w:ascii="Arial" w:hAnsi="Arial" w:cs="Arial"/>
              <w:bCs/>
            </w:rPr>
            <w:fldChar w:fldCharType="begin"/>
          </w:r>
          <w:r w:rsidRPr="00B32F9D">
            <w:rPr>
              <w:rFonts w:ascii="Arial" w:hAnsi="Arial" w:cs="Arial"/>
              <w:bCs/>
            </w:rPr>
            <w:instrText xml:space="preserve"> NUMPAGES </w:instrText>
          </w:r>
          <w:r w:rsidRPr="00B32F9D">
            <w:rPr>
              <w:rFonts w:ascii="Arial" w:hAnsi="Arial" w:cs="Arial"/>
              <w:bCs/>
            </w:rPr>
            <w:fldChar w:fldCharType="separate"/>
          </w:r>
          <w:r w:rsidR="00035159" w:rsidRPr="00B32F9D">
            <w:rPr>
              <w:rFonts w:ascii="Arial" w:hAnsi="Arial" w:cs="Arial"/>
              <w:bCs/>
              <w:noProof/>
            </w:rPr>
            <w:t>4</w:t>
          </w:r>
          <w:r w:rsidRPr="00B32F9D">
            <w:rPr>
              <w:rFonts w:ascii="Arial" w:hAnsi="Arial" w:cs="Arial"/>
              <w:bCs/>
            </w:rPr>
            <w:fldChar w:fldCharType="end"/>
          </w:r>
        </w:p>
      </w:tc>
    </w:tr>
  </w:tbl>
  <w:p w14:paraId="41359695" w14:textId="77777777" w:rsidR="00E85235" w:rsidRDefault="00E85235">
    <w:pPr>
      <w:pStyle w:val="Pieddepage"/>
      <w:rPr>
        <w:rFonts w:ascii="Arial" w:hAnsi="Arial" w:cs="Arial"/>
        <w:bCs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A2658" w14:textId="77777777" w:rsidR="00CA3653" w:rsidRDefault="00CA3653">
      <w:r>
        <w:separator/>
      </w:r>
    </w:p>
  </w:footnote>
  <w:footnote w:type="continuationSeparator" w:id="0">
    <w:p w14:paraId="424A1827" w14:textId="77777777" w:rsidR="00CA3653" w:rsidRDefault="00CA3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72ED"/>
    <w:multiLevelType w:val="hybridMultilevel"/>
    <w:tmpl w:val="10DC308A"/>
    <w:lvl w:ilvl="0" w:tplc="CC14C9B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C0626"/>
    <w:multiLevelType w:val="hybridMultilevel"/>
    <w:tmpl w:val="45F8A864"/>
    <w:lvl w:ilvl="0" w:tplc="040C0019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0F6A078F"/>
    <w:multiLevelType w:val="hybridMultilevel"/>
    <w:tmpl w:val="0BC62CEA"/>
    <w:lvl w:ilvl="0" w:tplc="4D18EED6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78012D"/>
    <w:multiLevelType w:val="multilevel"/>
    <w:tmpl w:val="4B86D0C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1436367"/>
    <w:multiLevelType w:val="hybridMultilevel"/>
    <w:tmpl w:val="3A0AFD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44"/>
        </w:tabs>
        <w:ind w:left="104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BA6AAD"/>
    <w:multiLevelType w:val="hybridMultilevel"/>
    <w:tmpl w:val="187C9F6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B3FFF"/>
    <w:multiLevelType w:val="hybridMultilevel"/>
    <w:tmpl w:val="EE5823A2"/>
    <w:lvl w:ilvl="0" w:tplc="C3AAE27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09A5"/>
    <w:multiLevelType w:val="multilevel"/>
    <w:tmpl w:val="01BCD650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1.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2A376C3"/>
    <w:multiLevelType w:val="multilevel"/>
    <w:tmpl w:val="3A0AF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44"/>
        </w:tabs>
        <w:ind w:left="1044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DB16B4"/>
    <w:multiLevelType w:val="hybridMultilevel"/>
    <w:tmpl w:val="72383B8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0A392C"/>
    <w:multiLevelType w:val="multilevel"/>
    <w:tmpl w:val="5F246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1B4604"/>
    <w:multiLevelType w:val="hybridMultilevel"/>
    <w:tmpl w:val="B4E2BCA6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55B00"/>
    <w:multiLevelType w:val="hybridMultilevel"/>
    <w:tmpl w:val="C602EC34"/>
    <w:lvl w:ilvl="0" w:tplc="770688E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D5044"/>
    <w:multiLevelType w:val="hybridMultilevel"/>
    <w:tmpl w:val="02BC396E"/>
    <w:lvl w:ilvl="0" w:tplc="040C0019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35151544"/>
    <w:multiLevelType w:val="hybridMultilevel"/>
    <w:tmpl w:val="109C8042"/>
    <w:lvl w:ilvl="0" w:tplc="040C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52C1F63"/>
    <w:multiLevelType w:val="hybridMultilevel"/>
    <w:tmpl w:val="FF10CAC6"/>
    <w:lvl w:ilvl="0" w:tplc="BAAAC0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41274"/>
    <w:multiLevelType w:val="hybridMultilevel"/>
    <w:tmpl w:val="A232E62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AE3235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33013A0"/>
    <w:multiLevelType w:val="hybridMultilevel"/>
    <w:tmpl w:val="4CEECEC6"/>
    <w:lvl w:ilvl="0" w:tplc="040C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70BA5957"/>
    <w:multiLevelType w:val="hybridMultilevel"/>
    <w:tmpl w:val="F9AC071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47362F42">
      <w:start w:val="1"/>
      <w:numFmt w:val="decimal"/>
      <w:lvlText w:val="%3."/>
      <w:lvlJc w:val="left"/>
      <w:pPr>
        <w:ind w:left="720" w:hanging="363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F2BCD"/>
    <w:multiLevelType w:val="multilevel"/>
    <w:tmpl w:val="D4F2DA7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75F74B61"/>
    <w:multiLevelType w:val="hybridMultilevel"/>
    <w:tmpl w:val="5F246C9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BC35E2"/>
    <w:multiLevelType w:val="hybridMultilevel"/>
    <w:tmpl w:val="6FD6D038"/>
    <w:lvl w:ilvl="0" w:tplc="040C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987"/>
        </w:tabs>
        <w:ind w:left="98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493787918">
    <w:abstractNumId w:val="11"/>
  </w:num>
  <w:num w:numId="2" w16cid:durableId="1937639035">
    <w:abstractNumId w:val="14"/>
  </w:num>
  <w:num w:numId="3" w16cid:durableId="1884561161">
    <w:abstractNumId w:val="2"/>
  </w:num>
  <w:num w:numId="4" w16cid:durableId="448277464">
    <w:abstractNumId w:val="9"/>
  </w:num>
  <w:num w:numId="5" w16cid:durableId="855460367">
    <w:abstractNumId w:val="20"/>
  </w:num>
  <w:num w:numId="6" w16cid:durableId="773087274">
    <w:abstractNumId w:val="18"/>
  </w:num>
  <w:num w:numId="7" w16cid:durableId="95370435">
    <w:abstractNumId w:val="4"/>
  </w:num>
  <w:num w:numId="8" w16cid:durableId="875042031">
    <w:abstractNumId w:val="17"/>
  </w:num>
  <w:num w:numId="9" w16cid:durableId="264198108">
    <w:abstractNumId w:val="21"/>
  </w:num>
  <w:num w:numId="10" w16cid:durableId="840438469">
    <w:abstractNumId w:val="10"/>
  </w:num>
  <w:num w:numId="11" w16cid:durableId="2083987817">
    <w:abstractNumId w:val="1"/>
  </w:num>
  <w:num w:numId="12" w16cid:durableId="138498178">
    <w:abstractNumId w:val="8"/>
  </w:num>
  <w:num w:numId="13" w16cid:durableId="1461073358">
    <w:abstractNumId w:val="22"/>
  </w:num>
  <w:num w:numId="14" w16cid:durableId="1793285345">
    <w:abstractNumId w:val="13"/>
  </w:num>
  <w:num w:numId="15" w16cid:durableId="591815878">
    <w:abstractNumId w:val="7"/>
  </w:num>
  <w:num w:numId="16" w16cid:durableId="1992824209">
    <w:abstractNumId w:val="3"/>
  </w:num>
  <w:num w:numId="17" w16cid:durableId="1539703860">
    <w:abstractNumId w:val="16"/>
  </w:num>
  <w:num w:numId="18" w16cid:durableId="2115901691">
    <w:abstractNumId w:val="0"/>
  </w:num>
  <w:num w:numId="19" w16cid:durableId="878473635">
    <w:abstractNumId w:val="6"/>
  </w:num>
  <w:num w:numId="20" w16cid:durableId="1300768962">
    <w:abstractNumId w:val="15"/>
  </w:num>
  <w:num w:numId="21" w16cid:durableId="1300455703">
    <w:abstractNumId w:val="19"/>
  </w:num>
  <w:num w:numId="22" w16cid:durableId="486672495">
    <w:abstractNumId w:val="12"/>
  </w:num>
  <w:num w:numId="23" w16cid:durableId="162709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08"/>
  <w:hyphenationZone w:val="425"/>
  <w:drawingGridHorizontalSpacing w:val="57"/>
  <w:drawingGridVerticalSpacing w:val="57"/>
  <w:displayHorizontalDrawingGridEvery w:val="0"/>
  <w:displayVerticalDrawingGridEvery w:val="0"/>
  <w:noPunctuationKerning/>
  <w:characterSpacingControl w:val="doNotCompress"/>
  <w:hdrShapeDefaults>
    <o:shapedefaults v:ext="edit" spidmax="2050" style="mso-wrap-style:tight" fillcolor="white">
      <v:fill color="white"/>
      <v:textbox style="mso-rotate-with-shape:t" inset="5pt,5pt,5pt,5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CTIVE" w:val="Document1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757199"/>
    <w:rsid w:val="000157E9"/>
    <w:rsid w:val="00035159"/>
    <w:rsid w:val="00057F6E"/>
    <w:rsid w:val="00067BA0"/>
    <w:rsid w:val="000910DE"/>
    <w:rsid w:val="00097FC4"/>
    <w:rsid w:val="000A6797"/>
    <w:rsid w:val="000C252D"/>
    <w:rsid w:val="000E5804"/>
    <w:rsid w:val="000E7878"/>
    <w:rsid w:val="00105973"/>
    <w:rsid w:val="001323FC"/>
    <w:rsid w:val="0014432C"/>
    <w:rsid w:val="0015187D"/>
    <w:rsid w:val="00177ED3"/>
    <w:rsid w:val="00184BB8"/>
    <w:rsid w:val="001B1995"/>
    <w:rsid w:val="001C7EC0"/>
    <w:rsid w:val="001E519B"/>
    <w:rsid w:val="001E7F2E"/>
    <w:rsid w:val="002246C9"/>
    <w:rsid w:val="0024695E"/>
    <w:rsid w:val="00257B11"/>
    <w:rsid w:val="002633C3"/>
    <w:rsid w:val="00271EAF"/>
    <w:rsid w:val="00292FA4"/>
    <w:rsid w:val="002E01A1"/>
    <w:rsid w:val="002F2C16"/>
    <w:rsid w:val="003747D8"/>
    <w:rsid w:val="00381CAC"/>
    <w:rsid w:val="00395312"/>
    <w:rsid w:val="003A2393"/>
    <w:rsid w:val="003B72E7"/>
    <w:rsid w:val="003F2586"/>
    <w:rsid w:val="004032E7"/>
    <w:rsid w:val="00403797"/>
    <w:rsid w:val="00410204"/>
    <w:rsid w:val="0042793B"/>
    <w:rsid w:val="00447202"/>
    <w:rsid w:val="00452C1D"/>
    <w:rsid w:val="004561AD"/>
    <w:rsid w:val="00461A57"/>
    <w:rsid w:val="004670B8"/>
    <w:rsid w:val="00471A85"/>
    <w:rsid w:val="00474659"/>
    <w:rsid w:val="00496AA5"/>
    <w:rsid w:val="00496DC8"/>
    <w:rsid w:val="00497085"/>
    <w:rsid w:val="004C211B"/>
    <w:rsid w:val="004C3CA0"/>
    <w:rsid w:val="004D5BD6"/>
    <w:rsid w:val="004E0744"/>
    <w:rsid w:val="00506C0C"/>
    <w:rsid w:val="005076AF"/>
    <w:rsid w:val="005239B4"/>
    <w:rsid w:val="00527675"/>
    <w:rsid w:val="00531FEE"/>
    <w:rsid w:val="0054668F"/>
    <w:rsid w:val="005778CA"/>
    <w:rsid w:val="00580057"/>
    <w:rsid w:val="0058222F"/>
    <w:rsid w:val="005B4415"/>
    <w:rsid w:val="005D1DC2"/>
    <w:rsid w:val="005F031F"/>
    <w:rsid w:val="00613F46"/>
    <w:rsid w:val="00642A46"/>
    <w:rsid w:val="006526D9"/>
    <w:rsid w:val="0065671B"/>
    <w:rsid w:val="00680E90"/>
    <w:rsid w:val="006B4ED4"/>
    <w:rsid w:val="006C2DD4"/>
    <w:rsid w:val="006D3DD4"/>
    <w:rsid w:val="006E6462"/>
    <w:rsid w:val="00703C9D"/>
    <w:rsid w:val="00706E18"/>
    <w:rsid w:val="00711441"/>
    <w:rsid w:val="007235FB"/>
    <w:rsid w:val="007411F3"/>
    <w:rsid w:val="00757199"/>
    <w:rsid w:val="0076094F"/>
    <w:rsid w:val="007A6DA1"/>
    <w:rsid w:val="007C0604"/>
    <w:rsid w:val="007D6E55"/>
    <w:rsid w:val="00811B7D"/>
    <w:rsid w:val="00816E2C"/>
    <w:rsid w:val="00821C4A"/>
    <w:rsid w:val="00826A5C"/>
    <w:rsid w:val="00837112"/>
    <w:rsid w:val="0084592D"/>
    <w:rsid w:val="00845F5E"/>
    <w:rsid w:val="0087268F"/>
    <w:rsid w:val="00887416"/>
    <w:rsid w:val="0089060C"/>
    <w:rsid w:val="00891AEF"/>
    <w:rsid w:val="00896DED"/>
    <w:rsid w:val="008A109D"/>
    <w:rsid w:val="008A352B"/>
    <w:rsid w:val="008A5DD2"/>
    <w:rsid w:val="008C6F9A"/>
    <w:rsid w:val="008F2B9D"/>
    <w:rsid w:val="00905798"/>
    <w:rsid w:val="0093214E"/>
    <w:rsid w:val="00954A67"/>
    <w:rsid w:val="0095756D"/>
    <w:rsid w:val="0099076A"/>
    <w:rsid w:val="00993D8B"/>
    <w:rsid w:val="00996624"/>
    <w:rsid w:val="009B40BD"/>
    <w:rsid w:val="009E127C"/>
    <w:rsid w:val="00A15FDD"/>
    <w:rsid w:val="00A41245"/>
    <w:rsid w:val="00A44695"/>
    <w:rsid w:val="00A72AB8"/>
    <w:rsid w:val="00A9138F"/>
    <w:rsid w:val="00A93EFA"/>
    <w:rsid w:val="00AA70C7"/>
    <w:rsid w:val="00AB08C0"/>
    <w:rsid w:val="00AB4439"/>
    <w:rsid w:val="00AC3C5C"/>
    <w:rsid w:val="00AC4A72"/>
    <w:rsid w:val="00AD24DB"/>
    <w:rsid w:val="00AE1529"/>
    <w:rsid w:val="00AF7568"/>
    <w:rsid w:val="00B04DF6"/>
    <w:rsid w:val="00B05B42"/>
    <w:rsid w:val="00B217BF"/>
    <w:rsid w:val="00B32F9D"/>
    <w:rsid w:val="00B6381D"/>
    <w:rsid w:val="00B6503B"/>
    <w:rsid w:val="00B66CDF"/>
    <w:rsid w:val="00B83BD9"/>
    <w:rsid w:val="00B91982"/>
    <w:rsid w:val="00BC6878"/>
    <w:rsid w:val="00C31F77"/>
    <w:rsid w:val="00C63665"/>
    <w:rsid w:val="00C64567"/>
    <w:rsid w:val="00C66684"/>
    <w:rsid w:val="00CA3653"/>
    <w:rsid w:val="00CB2A5E"/>
    <w:rsid w:val="00CC1D5B"/>
    <w:rsid w:val="00CE4F47"/>
    <w:rsid w:val="00D344D7"/>
    <w:rsid w:val="00D57913"/>
    <w:rsid w:val="00D91DD1"/>
    <w:rsid w:val="00D94509"/>
    <w:rsid w:val="00DC1613"/>
    <w:rsid w:val="00DE0B6A"/>
    <w:rsid w:val="00E01A95"/>
    <w:rsid w:val="00E04E2C"/>
    <w:rsid w:val="00E226B0"/>
    <w:rsid w:val="00E8218B"/>
    <w:rsid w:val="00E85235"/>
    <w:rsid w:val="00E921F7"/>
    <w:rsid w:val="00EC3077"/>
    <w:rsid w:val="00EC5598"/>
    <w:rsid w:val="00ED6565"/>
    <w:rsid w:val="00F11A3C"/>
    <w:rsid w:val="00F21585"/>
    <w:rsid w:val="00F3280C"/>
    <w:rsid w:val="00F82286"/>
    <w:rsid w:val="00F92017"/>
    <w:rsid w:val="00F93943"/>
    <w:rsid w:val="00FB66CD"/>
    <w:rsid w:val="00FC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wrap-style:tight" fillcolor="white">
      <v:fill color="white"/>
      <v:textbox style="mso-rotate-with-shape:t" inset="5pt,5pt,5pt,5pt"/>
    </o:shapedefaults>
    <o:shapelayout v:ext="edit">
      <o:idmap v:ext="edit" data="2"/>
    </o:shapelayout>
  </w:shapeDefaults>
  <w:decimalSymbol w:val=","/>
  <w:listSeparator w:val=";"/>
  <w14:docId w14:val="473A1B79"/>
  <w15:chartTrackingRefBased/>
  <w15:docId w15:val="{3041810A-85FD-44CB-9F59-13660120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color w:val="FF000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color w:val="FFFF00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bCs/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</w:rPr>
  </w:style>
  <w:style w:type="paragraph" w:styleId="Titre6">
    <w:name w:val="heading 6"/>
    <w:basedOn w:val="Normal"/>
    <w:next w:val="Normal"/>
    <w:qFormat/>
    <w:pPr>
      <w:keepNext/>
      <w:ind w:firstLine="708"/>
      <w:jc w:val="center"/>
      <w:outlineLvl w:val="5"/>
    </w:pPr>
    <w:rPr>
      <w:rFonts w:ascii="Arial" w:hAnsi="Arial" w:cs="Arial"/>
      <w:b/>
      <w:sz w:val="24"/>
      <w:szCs w:val="24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">
    <w:name w:val="Body Text Indent"/>
    <w:basedOn w:val="Normal"/>
    <w:semiHidden/>
    <w:pPr>
      <w:ind w:firstLine="708"/>
    </w:pPr>
    <w:rPr>
      <w:sz w:val="24"/>
    </w:rPr>
  </w:style>
  <w:style w:type="paragraph" w:styleId="Retraitcorpsdetexte2">
    <w:name w:val="Body Text Indent 2"/>
    <w:basedOn w:val="Normal"/>
    <w:semiHidden/>
    <w:pPr>
      <w:ind w:left="708"/>
      <w:jc w:val="both"/>
    </w:pPr>
    <w:rPr>
      <w:sz w:val="24"/>
      <w:szCs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Arial" w:hAnsi="Arial" w:cs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6E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D6E5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4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97FC4"/>
    <w:pPr>
      <w:ind w:left="708"/>
    </w:pPr>
  </w:style>
  <w:style w:type="character" w:styleId="Textedelespacerserv">
    <w:name w:val="Placeholder Text"/>
    <w:basedOn w:val="Policepardfaut"/>
    <w:uiPriority w:val="99"/>
    <w:semiHidden/>
    <w:rsid w:val="00461A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4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andrine\LOCALS~1\Temp\R&#233;pertoire%20temporaire%204%20pour%20Reperes3_XP.zip\Reperes3_X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1D67D-E8E7-49F6-A700-1DF13186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Reperes3_XP.dot</Template>
  <TotalTime>7</TotalTime>
  <Pages>4</Pages>
  <Words>671</Words>
  <Characters>3696</Characters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Reperes3</vt:lpstr>
    </vt:vector>
  </TitlesOfParts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2024-01-11T10:17:00Z</cp:lastPrinted>
  <dcterms:created xsi:type="dcterms:W3CDTF">2024-01-11T10:22:00Z</dcterms:created>
  <dcterms:modified xsi:type="dcterms:W3CDTF">2024-01-17T20:30:00Z</dcterms:modified>
</cp:coreProperties>
</file>